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r>
              <w:t>Vascular lab report</w:t>
            </w: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87437F">
            <w:pPr>
              <w:pStyle w:val="CUSTOMBoldColumnHeading"/>
            </w:pPr>
            <w:r>
              <w:t xml:space="preserve">Assessed by: </w:t>
            </w:r>
            <w:r w:rsidR="00572506">
              <w:t>Daniel Sims CVS</w:t>
            </w: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A210D" w:rsidP="0087437F">
            <w:pPr>
              <w:pStyle w:val="CUSTOMHeaderTex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>
                      <wp:simplePos x="0" y="0"/>
                      <wp:positionH relativeFrom="page">
                        <wp:posOffset>2283460</wp:posOffset>
                      </wp:positionH>
                      <wp:positionV relativeFrom="page">
                        <wp:posOffset>2639695</wp:posOffset>
                      </wp:positionV>
                      <wp:extent cx="1948180" cy="102235"/>
                      <wp:effectExtent l="0" t="1270" r="0" b="1905"/>
                      <wp:wrapNone/>
                      <wp:docPr id="26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8180" cy="102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3B4C" w:rsidRPr="00F835DA" w:rsidRDefault="00D03B4C" w:rsidP="000E0352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179.8pt;margin-top:207.85pt;width:153.4pt;height:8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" filled="f" stroked="f" strokeweight=".5pt">
                      <v:textbox style="mso-fit-shape-to-text:t" inset="0,0,0,0">
                        <w:txbxContent>
                          <w:p w:rsidR="000E0352" w:rsidRPr="00F835DA" w:rsidRDefault="000E0352" w:rsidP="000E0352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813362">
              <w:t>Name:</w:t>
            </w:r>
            <w:r w:rsidR="00596D0F">
              <w:t xml:space="preserve"> </w:t>
            </w:r>
            <w:proofErr w:type="spellStart"/>
            <w:r w:rsidR="00572506">
              <w:t>llewellyn</w:t>
            </w:r>
            <w:proofErr w:type="spellEnd"/>
            <w:r w:rsidR="00572506">
              <w:t>, Ursula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72506">
            <w:pPr>
              <w:pStyle w:val="CUSTOMHeaderText"/>
            </w:pPr>
            <w:r>
              <w:t>Hospital No:</w:t>
            </w:r>
            <w:r w:rsidR="00572506">
              <w:t xml:space="preserve"> T146965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r>
              <w:t>Date of Exams:</w:t>
            </w:r>
            <w:r w:rsidR="00596D0F">
              <w:t xml:space="preserve"> </w:t>
            </w:r>
            <w:r w:rsidR="00572506">
              <w:fldChar w:fldCharType="begin"/>
            </w:r>
            <w:r w:rsidR="00572506">
              <w:instrText xml:space="preserve"> DATE \@ "dd/MM/yyyy" </w:instrText>
            </w:r>
            <w:r w:rsidR="00572506">
              <w:fldChar w:fldCharType="separate"/>
            </w:r>
            <w:r w:rsidR="008C41A1">
              <w:rPr>
                <w:noProof/>
              </w:rPr>
              <w:t>30/08/2019</w:t>
            </w:r>
            <w:r w:rsidR="00572506">
              <w:fldChar w:fldCharType="end"/>
            </w: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72506">
            <w:pPr>
              <w:pStyle w:val="CUSTOMHeaderText"/>
            </w:pPr>
            <w:r>
              <w:t>DOB:</w:t>
            </w:r>
            <w:r w:rsidR="00596D0F">
              <w:t xml:space="preserve"> </w:t>
            </w:r>
            <w:r w:rsidR="00572506">
              <w:t>08/12/1978</w:t>
            </w: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F61395">
            <w:pPr>
              <w:pStyle w:val="CUSTOMHeaderText"/>
            </w:pPr>
            <w:r>
              <w:t>NHS No:</w:t>
            </w:r>
            <w:r w:rsidR="00596D0F">
              <w:t xml:space="preserve"> </w:t>
            </w:r>
            <w:r w:rsidR="00572506">
              <w:t>428 216 9478</w:t>
            </w: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24DE6">
            <w:pPr>
              <w:pStyle w:val="CUSTOMHeaderText"/>
            </w:pPr>
            <w:proofErr w:type="spellStart"/>
            <w:r>
              <w:t>Ip</w:t>
            </w:r>
            <w:proofErr w:type="spellEnd"/>
            <w:r>
              <w:t>/Op</w:t>
            </w:r>
            <w:r w:rsidR="00596D0F">
              <w:t xml:space="preserve">: </w:t>
            </w:r>
            <w:r w:rsidR="00572506">
              <w:t>OP</w:t>
            </w:r>
          </w:p>
        </w:tc>
      </w:tr>
      <w:tr w:rsidR="00A9651D" w:rsidTr="00D03B4C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Referrer: </w:t>
            </w:r>
            <w:r w:rsidR="00572506">
              <w:t xml:space="preserve">Mr. Patel </w:t>
            </w: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924DE6">
            <w:pPr>
              <w:pStyle w:val="CUSTOMHeaderText"/>
            </w:pPr>
            <w:r>
              <w:t xml:space="preserve">Hospital Site: </w:t>
            </w:r>
            <w:r w:rsidR="00572506">
              <w:t>UHL</w:t>
            </w:r>
          </w:p>
        </w:tc>
      </w:tr>
      <w:tr w:rsidR="00A9651D" w:rsidTr="00D03B4C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9651D" w:rsidRDefault="00A9651D" w:rsidP="00572506">
            <w:pPr>
              <w:pStyle w:val="CUSTOMHeaderText"/>
            </w:pPr>
            <w:r>
              <w:t>Clinical Indications:</w:t>
            </w:r>
            <w:r w:rsidR="00572506">
              <w:t xml:space="preserve"> </w:t>
            </w:r>
            <w:r w:rsidR="00572506" w:rsidRPr="00572506">
              <w:t xml:space="preserve">right leg varicose veins. </w:t>
            </w:r>
            <w:proofErr w:type="gramStart"/>
            <w:r w:rsidR="00572506" w:rsidRPr="00572506">
              <w:t>from</w:t>
            </w:r>
            <w:proofErr w:type="gramEnd"/>
            <w:r w:rsidR="00572506" w:rsidRPr="00572506">
              <w:t xml:space="preserve"> injury. ?incompetence</w:t>
            </w: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1817A5" w:rsidP="008A210D">
            <w:pPr>
              <w:pStyle w:val="CUSTOMBoldColumnHeading"/>
            </w:pPr>
            <w:r>
              <w:t>Right</w:t>
            </w:r>
            <w:r w:rsidR="008A210D">
              <w:t xml:space="preserve"> Lower Limb </w:t>
            </w:r>
            <w:r w:rsidR="009B724B">
              <w:t>Venous I</w:t>
            </w:r>
            <w:r w:rsidR="00A078E6">
              <w:t>nsufficiency scan</w:t>
            </w: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Default="00813362" w:rsidP="00DC01AB">
            <w:pPr>
              <w:pStyle w:val="CUSTOMNormal"/>
            </w:pPr>
          </w:p>
          <w:p w:rsidR="00A86856" w:rsidRDefault="00A86856" w:rsidP="00DC01AB">
            <w:pPr>
              <w:pStyle w:val="CUSTOMNormal"/>
            </w:pPr>
          </w:p>
          <w:p w:rsidR="00A86856" w:rsidRDefault="00A86856" w:rsidP="00DC01AB">
            <w:pPr>
              <w:pStyle w:val="CUSTOMNormal"/>
            </w:pPr>
          </w:p>
          <w:p w:rsidR="00A86856" w:rsidRDefault="00A86856" w:rsidP="00DC01AB">
            <w:pPr>
              <w:pStyle w:val="CUSTOMNormal"/>
            </w:pPr>
          </w:p>
          <w:bookmarkStart w:id="0" w:name="_GoBack"/>
          <w:bookmarkEnd w:id="0"/>
          <w:p w:rsidR="00A86856" w:rsidRPr="008C4F7F" w:rsidRDefault="00572506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4397372</wp:posOffset>
                      </wp:positionH>
                      <wp:positionV relativeFrom="paragraph">
                        <wp:posOffset>3062707</wp:posOffset>
                      </wp:positionV>
                      <wp:extent cx="153622" cy="1341637"/>
                      <wp:effectExtent l="0" t="0" r="37465" b="11430"/>
                      <wp:wrapNone/>
                      <wp:docPr id="28" name="Freeform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22" cy="1341637"/>
                              </a:xfrm>
                              <a:custGeom>
                                <a:avLst/>
                                <a:gdLst>
                                  <a:gd name="connsiteX0" fmla="*/ 3 w 153622"/>
                                  <a:gd name="connsiteY0" fmla="*/ 0 h 1341637"/>
                                  <a:gd name="connsiteX1" fmla="*/ 7318 w 153622"/>
                                  <a:gd name="connsiteY1" fmla="*/ 36576 h 1341637"/>
                                  <a:gd name="connsiteX2" fmla="*/ 7318 w 153622"/>
                                  <a:gd name="connsiteY2" fmla="*/ 102412 h 1341637"/>
                                  <a:gd name="connsiteX3" fmla="*/ 29264 w 153622"/>
                                  <a:gd name="connsiteY3" fmla="*/ 109728 h 1341637"/>
                                  <a:gd name="connsiteX4" fmla="*/ 65840 w 153622"/>
                                  <a:gd name="connsiteY4" fmla="*/ 138988 h 1341637"/>
                                  <a:gd name="connsiteX5" fmla="*/ 102416 w 153622"/>
                                  <a:gd name="connsiteY5" fmla="*/ 146304 h 1341637"/>
                                  <a:gd name="connsiteX6" fmla="*/ 58525 w 153622"/>
                                  <a:gd name="connsiteY6" fmla="*/ 175564 h 1341637"/>
                                  <a:gd name="connsiteX7" fmla="*/ 80470 w 153622"/>
                                  <a:gd name="connsiteY7" fmla="*/ 190195 h 1341637"/>
                                  <a:gd name="connsiteX8" fmla="*/ 87785 w 153622"/>
                                  <a:gd name="connsiteY8" fmla="*/ 212140 h 1341637"/>
                                  <a:gd name="connsiteX9" fmla="*/ 109731 w 153622"/>
                                  <a:gd name="connsiteY9" fmla="*/ 256032 h 1341637"/>
                                  <a:gd name="connsiteX10" fmla="*/ 131677 w 153622"/>
                                  <a:gd name="connsiteY10" fmla="*/ 263347 h 1341637"/>
                                  <a:gd name="connsiteX11" fmla="*/ 117046 w 153622"/>
                                  <a:gd name="connsiteY11" fmla="*/ 299923 h 1341637"/>
                                  <a:gd name="connsiteX12" fmla="*/ 102416 w 153622"/>
                                  <a:gd name="connsiteY12" fmla="*/ 321868 h 1341637"/>
                                  <a:gd name="connsiteX13" fmla="*/ 109731 w 153622"/>
                                  <a:gd name="connsiteY13" fmla="*/ 373075 h 1341637"/>
                                  <a:gd name="connsiteX14" fmla="*/ 131677 w 153622"/>
                                  <a:gd name="connsiteY14" fmla="*/ 387705 h 1341637"/>
                                  <a:gd name="connsiteX15" fmla="*/ 124361 w 153622"/>
                                  <a:gd name="connsiteY15" fmla="*/ 460857 h 1341637"/>
                                  <a:gd name="connsiteX16" fmla="*/ 117046 w 153622"/>
                                  <a:gd name="connsiteY16" fmla="*/ 482803 h 1341637"/>
                                  <a:gd name="connsiteX17" fmla="*/ 95101 w 153622"/>
                                  <a:gd name="connsiteY17" fmla="*/ 504748 h 1341637"/>
                                  <a:gd name="connsiteX18" fmla="*/ 73155 w 153622"/>
                                  <a:gd name="connsiteY18" fmla="*/ 534009 h 1341637"/>
                                  <a:gd name="connsiteX19" fmla="*/ 87785 w 153622"/>
                                  <a:gd name="connsiteY19" fmla="*/ 555955 h 1341637"/>
                                  <a:gd name="connsiteX20" fmla="*/ 102416 w 153622"/>
                                  <a:gd name="connsiteY20" fmla="*/ 570585 h 1341637"/>
                                  <a:gd name="connsiteX21" fmla="*/ 109731 w 153622"/>
                                  <a:gd name="connsiteY21" fmla="*/ 651052 h 1341637"/>
                                  <a:gd name="connsiteX22" fmla="*/ 124361 w 153622"/>
                                  <a:gd name="connsiteY22" fmla="*/ 702259 h 1341637"/>
                                  <a:gd name="connsiteX23" fmla="*/ 131677 w 153622"/>
                                  <a:gd name="connsiteY23" fmla="*/ 724204 h 1341637"/>
                                  <a:gd name="connsiteX24" fmla="*/ 146307 w 153622"/>
                                  <a:gd name="connsiteY24" fmla="*/ 753465 h 1341637"/>
                                  <a:gd name="connsiteX25" fmla="*/ 153622 w 153622"/>
                                  <a:gd name="connsiteY25" fmla="*/ 782726 h 1341637"/>
                                  <a:gd name="connsiteX26" fmla="*/ 131677 w 153622"/>
                                  <a:gd name="connsiteY26" fmla="*/ 841248 h 1341637"/>
                                  <a:gd name="connsiteX27" fmla="*/ 117046 w 153622"/>
                                  <a:gd name="connsiteY27" fmla="*/ 855878 h 1341637"/>
                                  <a:gd name="connsiteX28" fmla="*/ 87785 w 153622"/>
                                  <a:gd name="connsiteY28" fmla="*/ 899769 h 1341637"/>
                                  <a:gd name="connsiteX29" fmla="*/ 95101 w 153622"/>
                                  <a:gd name="connsiteY29" fmla="*/ 972921 h 1341637"/>
                                  <a:gd name="connsiteX30" fmla="*/ 109731 w 153622"/>
                                  <a:gd name="connsiteY30" fmla="*/ 994867 h 1341637"/>
                                  <a:gd name="connsiteX31" fmla="*/ 117046 w 153622"/>
                                  <a:gd name="connsiteY31" fmla="*/ 1016812 h 1341637"/>
                                  <a:gd name="connsiteX32" fmla="*/ 124361 w 153622"/>
                                  <a:gd name="connsiteY32" fmla="*/ 1068019 h 1341637"/>
                                  <a:gd name="connsiteX33" fmla="*/ 131677 w 153622"/>
                                  <a:gd name="connsiteY33" fmla="*/ 1104595 h 1341637"/>
                                  <a:gd name="connsiteX34" fmla="*/ 124361 w 153622"/>
                                  <a:gd name="connsiteY34" fmla="*/ 1236268 h 1341637"/>
                                  <a:gd name="connsiteX35" fmla="*/ 117046 w 153622"/>
                                  <a:gd name="connsiteY35" fmla="*/ 1309420 h 1341637"/>
                                  <a:gd name="connsiteX36" fmla="*/ 87785 w 153622"/>
                                  <a:gd name="connsiteY36" fmla="*/ 1331366 h 1341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53622" h="1341637">
                                    <a:moveTo>
                                      <a:pt x="3" y="0"/>
                                    </a:moveTo>
                                    <a:cubicBezTo>
                                      <a:pt x="2441" y="12192"/>
                                      <a:pt x="7318" y="24143"/>
                                      <a:pt x="7318" y="36576"/>
                                    </a:cubicBezTo>
                                    <a:cubicBezTo>
                                      <a:pt x="7318" y="50469"/>
                                      <a:pt x="-9149" y="85945"/>
                                      <a:pt x="7318" y="102412"/>
                                    </a:cubicBezTo>
                                    <a:cubicBezTo>
                                      <a:pt x="12771" y="107865"/>
                                      <a:pt x="21949" y="107289"/>
                                      <a:pt x="29264" y="109728"/>
                                    </a:cubicBezTo>
                                    <a:cubicBezTo>
                                      <a:pt x="41456" y="119481"/>
                                      <a:pt x="51875" y="132006"/>
                                      <a:pt x="65840" y="138988"/>
                                    </a:cubicBezTo>
                                    <a:cubicBezTo>
                                      <a:pt x="76961" y="144548"/>
                                      <a:pt x="104854" y="134112"/>
                                      <a:pt x="102416" y="146304"/>
                                    </a:cubicBezTo>
                                    <a:cubicBezTo>
                                      <a:pt x="98968" y="163546"/>
                                      <a:pt x="58525" y="175564"/>
                                      <a:pt x="58525" y="175564"/>
                                    </a:cubicBezTo>
                                    <a:cubicBezTo>
                                      <a:pt x="65840" y="180441"/>
                                      <a:pt x="74978" y="183330"/>
                                      <a:pt x="80470" y="190195"/>
                                    </a:cubicBezTo>
                                    <a:cubicBezTo>
                                      <a:pt x="85287" y="196216"/>
                                      <a:pt x="84653" y="205094"/>
                                      <a:pt x="87785" y="212140"/>
                                    </a:cubicBezTo>
                                    <a:cubicBezTo>
                                      <a:pt x="94428" y="227088"/>
                                      <a:pt x="99086" y="243612"/>
                                      <a:pt x="109731" y="256032"/>
                                    </a:cubicBezTo>
                                    <a:cubicBezTo>
                                      <a:pt x="114749" y="261887"/>
                                      <a:pt x="124362" y="260909"/>
                                      <a:pt x="131677" y="263347"/>
                                    </a:cubicBezTo>
                                    <a:cubicBezTo>
                                      <a:pt x="156631" y="300779"/>
                                      <a:pt x="148867" y="273405"/>
                                      <a:pt x="117046" y="299923"/>
                                    </a:cubicBezTo>
                                    <a:cubicBezTo>
                                      <a:pt x="110292" y="305551"/>
                                      <a:pt x="107293" y="314553"/>
                                      <a:pt x="102416" y="321868"/>
                                    </a:cubicBezTo>
                                    <a:cubicBezTo>
                                      <a:pt x="104854" y="338937"/>
                                      <a:pt x="102728" y="357319"/>
                                      <a:pt x="109731" y="373075"/>
                                    </a:cubicBezTo>
                                    <a:cubicBezTo>
                                      <a:pt x="113302" y="381109"/>
                                      <a:pt x="130232" y="379033"/>
                                      <a:pt x="131677" y="387705"/>
                                    </a:cubicBezTo>
                                    <a:cubicBezTo>
                                      <a:pt x="135706" y="411877"/>
                                      <a:pt x="128087" y="436636"/>
                                      <a:pt x="124361" y="460857"/>
                                    </a:cubicBezTo>
                                    <a:cubicBezTo>
                                      <a:pt x="123188" y="468478"/>
                                      <a:pt x="121323" y="476387"/>
                                      <a:pt x="117046" y="482803"/>
                                    </a:cubicBezTo>
                                    <a:cubicBezTo>
                                      <a:pt x="111308" y="491411"/>
                                      <a:pt x="101833" y="496894"/>
                                      <a:pt x="95101" y="504748"/>
                                    </a:cubicBezTo>
                                    <a:cubicBezTo>
                                      <a:pt x="87166" y="514005"/>
                                      <a:pt x="80470" y="524255"/>
                                      <a:pt x="73155" y="534009"/>
                                    </a:cubicBezTo>
                                    <a:cubicBezTo>
                                      <a:pt x="78032" y="541324"/>
                                      <a:pt x="82293" y="549090"/>
                                      <a:pt x="87785" y="555955"/>
                                    </a:cubicBezTo>
                                    <a:cubicBezTo>
                                      <a:pt x="92093" y="561341"/>
                                      <a:pt x="100865" y="563865"/>
                                      <a:pt x="102416" y="570585"/>
                                    </a:cubicBezTo>
                                    <a:cubicBezTo>
                                      <a:pt x="108472" y="596828"/>
                                      <a:pt x="105303" y="624485"/>
                                      <a:pt x="109731" y="651052"/>
                                    </a:cubicBezTo>
                                    <a:cubicBezTo>
                                      <a:pt x="112649" y="668562"/>
                                      <a:pt x="119260" y="685256"/>
                                      <a:pt x="124361" y="702259"/>
                                    </a:cubicBezTo>
                                    <a:cubicBezTo>
                                      <a:pt x="126577" y="709645"/>
                                      <a:pt x="128640" y="717117"/>
                                      <a:pt x="131677" y="724204"/>
                                    </a:cubicBezTo>
                                    <a:cubicBezTo>
                                      <a:pt x="135973" y="734227"/>
                                      <a:pt x="142478" y="743254"/>
                                      <a:pt x="146307" y="753465"/>
                                    </a:cubicBezTo>
                                    <a:cubicBezTo>
                                      <a:pt x="149837" y="762879"/>
                                      <a:pt x="151184" y="772972"/>
                                      <a:pt x="153622" y="782726"/>
                                    </a:cubicBezTo>
                                    <a:cubicBezTo>
                                      <a:pt x="146307" y="802233"/>
                                      <a:pt x="140994" y="822614"/>
                                      <a:pt x="131677" y="841248"/>
                                    </a:cubicBezTo>
                                    <a:cubicBezTo>
                                      <a:pt x="128593" y="847417"/>
                                      <a:pt x="121184" y="850361"/>
                                      <a:pt x="117046" y="855878"/>
                                    </a:cubicBezTo>
                                    <a:cubicBezTo>
                                      <a:pt x="106496" y="869945"/>
                                      <a:pt x="97539" y="885139"/>
                                      <a:pt x="87785" y="899769"/>
                                    </a:cubicBezTo>
                                    <a:cubicBezTo>
                                      <a:pt x="90224" y="924153"/>
                                      <a:pt x="89591" y="949043"/>
                                      <a:pt x="95101" y="972921"/>
                                    </a:cubicBezTo>
                                    <a:cubicBezTo>
                                      <a:pt x="97078" y="981488"/>
                                      <a:pt x="105799" y="987003"/>
                                      <a:pt x="109731" y="994867"/>
                                    </a:cubicBezTo>
                                    <a:cubicBezTo>
                                      <a:pt x="113179" y="1001764"/>
                                      <a:pt x="114608" y="1009497"/>
                                      <a:pt x="117046" y="1016812"/>
                                    </a:cubicBezTo>
                                    <a:cubicBezTo>
                                      <a:pt x="119484" y="1033881"/>
                                      <a:pt x="121526" y="1051011"/>
                                      <a:pt x="124361" y="1068019"/>
                                    </a:cubicBezTo>
                                    <a:cubicBezTo>
                                      <a:pt x="126405" y="1080283"/>
                                      <a:pt x="131677" y="1092161"/>
                                      <a:pt x="131677" y="1104595"/>
                                    </a:cubicBezTo>
                                    <a:cubicBezTo>
                                      <a:pt x="131677" y="1148554"/>
                                      <a:pt x="127493" y="1192421"/>
                                      <a:pt x="124361" y="1236268"/>
                                    </a:cubicBezTo>
                                    <a:cubicBezTo>
                                      <a:pt x="122615" y="1260711"/>
                                      <a:pt x="126471" y="1286799"/>
                                      <a:pt x="117046" y="1309420"/>
                                    </a:cubicBezTo>
                                    <a:cubicBezTo>
                                      <a:pt x="85604" y="1384881"/>
                                      <a:pt x="87785" y="1299788"/>
                                      <a:pt x="87785" y="1331366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8" o:spid="_x0000_s1026" style="position:absolute;margin-left:346.25pt;margin-top:241.15pt;width:12.1pt;height:105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22,1341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" path="m3,c2441,12192,7318,24143,7318,36576v,13893,-16467,49369,,65836c12771,107865,21949,107289,29264,109728v12192,9753,22611,22278,36576,29260c76961,144548,104854,134112,102416,146304v-3448,17242,-43891,29260,-43891,29260c65840,180441,74978,183330,80470,190195v4817,6021,4183,14899,7315,21945c94428,227088,99086,243612,109731,256032v5018,5855,14631,4877,21946,7315c156631,300779,148867,273405,117046,299923v-6754,5628,-9753,14630,-14630,21945c104854,338937,102728,357319,109731,373075v3571,8034,20501,5958,21946,14630c135706,411877,128087,436636,124361,460857v-1173,7621,-3038,15530,-7315,21946c111308,491411,101833,496894,95101,504748v-7935,9257,-14631,19507,-21946,29261c78032,541324,82293,549090,87785,555955v4308,5386,13080,7910,14631,14630c108472,596828,105303,624485,109731,651052v2918,17510,9529,34204,14630,51207c126577,709645,128640,717117,131677,724204v4296,10023,10801,19050,14630,29261c149837,762879,151184,772972,153622,782726v-7315,19507,-12628,39888,-21945,58522c128593,847417,121184,850361,117046,855878v-10550,14067,-19507,29261,-29261,43891c90224,924153,89591,949043,95101,972921v1977,8567,10698,14082,14630,21946c113179,1001764,114608,1009497,117046,1016812v2438,17069,4480,34199,7315,51207c126405,1080283,131677,1092161,131677,1104595v,43959,-4184,87826,-7316,131673c122615,1260711,126471,1286799,117046,1309420v-31442,75461,-29261,-9632,-29261,21946e" filled="f" strokecolor="red" strokeweight="2pt">
                      <v:stroke joinstyle="miter"/>
                      <v:path arrowok="t" o:connecttype="custom" o:connectlocs="3,0;7318,36576;7318,102412;29264,109728;65840,138988;102416,146304;58525,175564;80470,190195;87785,212140;109731,256032;131677,263347;117046,299923;102416,321868;109731,373075;131677,387705;124361,460857;117046,482803;95101,504748;73155,534009;87785,555955;102416,570585;109731,651052;124361,702259;131677,724204;146307,753465;153622,782726;131677,841248;117046,855878;87785,899769;95101,972921;109731,994867;117046,1016812;124361,1068019;131677,1104595;124361,1236268;117046,1309420;87785,1331366" o:connectangles="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1895577</wp:posOffset>
                      </wp:positionH>
                      <wp:positionV relativeFrom="paragraph">
                        <wp:posOffset>3040761</wp:posOffset>
                      </wp:positionV>
                      <wp:extent cx="95097" cy="80467"/>
                      <wp:effectExtent l="0" t="0" r="19685" b="15240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97" cy="80467"/>
                              </a:xfrm>
                              <a:custGeom>
                                <a:avLst/>
                                <a:gdLst>
                                  <a:gd name="connsiteX0" fmla="*/ 0 w 95097"/>
                                  <a:gd name="connsiteY0" fmla="*/ 0 h 80467"/>
                                  <a:gd name="connsiteX1" fmla="*/ 43891 w 95097"/>
                                  <a:gd name="connsiteY1" fmla="*/ 7315 h 80467"/>
                                  <a:gd name="connsiteX2" fmla="*/ 51206 w 95097"/>
                                  <a:gd name="connsiteY2" fmla="*/ 29261 h 80467"/>
                                  <a:gd name="connsiteX3" fmla="*/ 87782 w 95097"/>
                                  <a:gd name="connsiteY3" fmla="*/ 65837 h 80467"/>
                                  <a:gd name="connsiteX4" fmla="*/ 95097 w 95097"/>
                                  <a:gd name="connsiteY4" fmla="*/ 80467 h 804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5097" h="80467">
                                    <a:moveTo>
                                      <a:pt x="0" y="0"/>
                                    </a:moveTo>
                                    <a:cubicBezTo>
                                      <a:pt x="14630" y="2438"/>
                                      <a:pt x="31013" y="-44"/>
                                      <a:pt x="43891" y="7315"/>
                                    </a:cubicBezTo>
                                    <a:cubicBezTo>
                                      <a:pt x="50586" y="11141"/>
                                      <a:pt x="47758" y="22364"/>
                                      <a:pt x="51206" y="29261"/>
                                    </a:cubicBezTo>
                                    <a:cubicBezTo>
                                      <a:pt x="70711" y="68272"/>
                                      <a:pt x="58523" y="36578"/>
                                      <a:pt x="87782" y="65837"/>
                                    </a:cubicBezTo>
                                    <a:cubicBezTo>
                                      <a:pt x="91637" y="69692"/>
                                      <a:pt x="92659" y="75590"/>
                                      <a:pt x="95097" y="80467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" o:spid="_x0000_s1026" style="position:absolute;margin-left:149.25pt;margin-top:239.45pt;width:7.5pt;height: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097,80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" path="m,c14630,2438,31013,-44,43891,7315v6695,3826,3867,15049,7315,21946c70711,68272,58523,36578,87782,65837v3855,3855,4877,9753,7315,14630e" filled="f" strokecolor="red" strokeweight="1.5pt">
                      <v:stroke joinstyle="miter"/>
                      <v:path arrowok="t" o:connecttype="custom" o:connectlocs="0,0;43891,7315;51206,29261;87782,65837;95097,80467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1638935</wp:posOffset>
                      </wp:positionH>
                      <wp:positionV relativeFrom="paragraph">
                        <wp:posOffset>3106572</wp:posOffset>
                      </wp:positionV>
                      <wp:extent cx="219982" cy="1865589"/>
                      <wp:effectExtent l="0" t="0" r="27940" b="20955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982" cy="1865589"/>
                              </a:xfrm>
                              <a:custGeom>
                                <a:avLst/>
                                <a:gdLst>
                                  <a:gd name="connsiteX0" fmla="*/ 219982 w 219982"/>
                                  <a:gd name="connsiteY0" fmla="*/ 0 h 1865589"/>
                                  <a:gd name="connsiteX1" fmla="*/ 154145 w 219982"/>
                                  <a:gd name="connsiteY1" fmla="*/ 7316 h 1865589"/>
                                  <a:gd name="connsiteX2" fmla="*/ 132199 w 219982"/>
                                  <a:gd name="connsiteY2" fmla="*/ 21946 h 1865589"/>
                                  <a:gd name="connsiteX3" fmla="*/ 146830 w 219982"/>
                                  <a:gd name="connsiteY3" fmla="*/ 58522 h 1865589"/>
                                  <a:gd name="connsiteX4" fmla="*/ 154145 w 219982"/>
                                  <a:gd name="connsiteY4" fmla="*/ 117044 h 1865589"/>
                                  <a:gd name="connsiteX5" fmla="*/ 161460 w 219982"/>
                                  <a:gd name="connsiteY5" fmla="*/ 138989 h 1865589"/>
                                  <a:gd name="connsiteX6" fmla="*/ 66362 w 219982"/>
                                  <a:gd name="connsiteY6" fmla="*/ 160935 h 1865589"/>
                                  <a:gd name="connsiteX7" fmla="*/ 80993 w 219982"/>
                                  <a:gd name="connsiteY7" fmla="*/ 190196 h 1865589"/>
                                  <a:gd name="connsiteX8" fmla="*/ 102938 w 219982"/>
                                  <a:gd name="connsiteY8" fmla="*/ 197511 h 1865589"/>
                                  <a:gd name="connsiteX9" fmla="*/ 117569 w 219982"/>
                                  <a:gd name="connsiteY9" fmla="*/ 212141 h 1865589"/>
                                  <a:gd name="connsiteX10" fmla="*/ 37102 w 219982"/>
                                  <a:gd name="connsiteY10" fmla="*/ 219456 h 1865589"/>
                                  <a:gd name="connsiteX11" fmla="*/ 59047 w 219982"/>
                                  <a:gd name="connsiteY11" fmla="*/ 241402 h 1865589"/>
                                  <a:gd name="connsiteX12" fmla="*/ 117569 w 219982"/>
                                  <a:gd name="connsiteY12" fmla="*/ 263348 h 1865589"/>
                                  <a:gd name="connsiteX13" fmla="*/ 95623 w 219982"/>
                                  <a:gd name="connsiteY13" fmla="*/ 277978 h 1865589"/>
                                  <a:gd name="connsiteX14" fmla="*/ 59047 w 219982"/>
                                  <a:gd name="connsiteY14" fmla="*/ 292608 h 1865589"/>
                                  <a:gd name="connsiteX15" fmla="*/ 88308 w 219982"/>
                                  <a:gd name="connsiteY15" fmla="*/ 343815 h 1865589"/>
                                  <a:gd name="connsiteX16" fmla="*/ 29786 w 219982"/>
                                  <a:gd name="connsiteY16" fmla="*/ 402336 h 1865589"/>
                                  <a:gd name="connsiteX17" fmla="*/ 15156 w 219982"/>
                                  <a:gd name="connsiteY17" fmla="*/ 424282 h 1865589"/>
                                  <a:gd name="connsiteX18" fmla="*/ 44417 w 219982"/>
                                  <a:gd name="connsiteY18" fmla="*/ 431597 h 1865589"/>
                                  <a:gd name="connsiteX19" fmla="*/ 95623 w 219982"/>
                                  <a:gd name="connsiteY19" fmla="*/ 438912 h 1865589"/>
                                  <a:gd name="connsiteX20" fmla="*/ 44417 w 219982"/>
                                  <a:gd name="connsiteY20" fmla="*/ 490119 h 1865589"/>
                                  <a:gd name="connsiteX21" fmla="*/ 22471 w 219982"/>
                                  <a:gd name="connsiteY21" fmla="*/ 534010 h 1865589"/>
                                  <a:gd name="connsiteX22" fmla="*/ 66362 w 219982"/>
                                  <a:gd name="connsiteY22" fmla="*/ 570586 h 1865589"/>
                                  <a:gd name="connsiteX23" fmla="*/ 73678 w 219982"/>
                                  <a:gd name="connsiteY23" fmla="*/ 592532 h 1865589"/>
                                  <a:gd name="connsiteX24" fmla="*/ 80993 w 219982"/>
                                  <a:gd name="connsiteY24" fmla="*/ 687629 h 1865589"/>
                                  <a:gd name="connsiteX25" fmla="*/ 102938 w 219982"/>
                                  <a:gd name="connsiteY25" fmla="*/ 702260 h 1865589"/>
                                  <a:gd name="connsiteX26" fmla="*/ 124884 w 219982"/>
                                  <a:gd name="connsiteY26" fmla="*/ 724205 h 1865589"/>
                                  <a:gd name="connsiteX27" fmla="*/ 110254 w 219982"/>
                                  <a:gd name="connsiteY27" fmla="*/ 753466 h 1865589"/>
                                  <a:gd name="connsiteX28" fmla="*/ 59047 w 219982"/>
                                  <a:gd name="connsiteY28" fmla="*/ 804672 h 1865589"/>
                                  <a:gd name="connsiteX29" fmla="*/ 51732 w 219982"/>
                                  <a:gd name="connsiteY29" fmla="*/ 826618 h 1865589"/>
                                  <a:gd name="connsiteX30" fmla="*/ 29786 w 219982"/>
                                  <a:gd name="connsiteY30" fmla="*/ 848564 h 1865589"/>
                                  <a:gd name="connsiteX31" fmla="*/ 59047 w 219982"/>
                                  <a:gd name="connsiteY31" fmla="*/ 929031 h 1865589"/>
                                  <a:gd name="connsiteX32" fmla="*/ 37102 w 219982"/>
                                  <a:gd name="connsiteY32" fmla="*/ 980237 h 1865589"/>
                                  <a:gd name="connsiteX33" fmla="*/ 29786 w 219982"/>
                                  <a:gd name="connsiteY33" fmla="*/ 1046074 h 1865589"/>
                                  <a:gd name="connsiteX34" fmla="*/ 37102 w 219982"/>
                                  <a:gd name="connsiteY34" fmla="*/ 1068020 h 1865589"/>
                                  <a:gd name="connsiteX35" fmla="*/ 80993 w 219982"/>
                                  <a:gd name="connsiteY35" fmla="*/ 1111911 h 1865589"/>
                                  <a:gd name="connsiteX36" fmla="*/ 88308 w 219982"/>
                                  <a:gd name="connsiteY36" fmla="*/ 1133856 h 1865589"/>
                                  <a:gd name="connsiteX37" fmla="*/ 73678 w 219982"/>
                                  <a:gd name="connsiteY37" fmla="*/ 1148487 h 1865589"/>
                                  <a:gd name="connsiteX38" fmla="*/ 66362 w 219982"/>
                                  <a:gd name="connsiteY38" fmla="*/ 1170432 h 1865589"/>
                                  <a:gd name="connsiteX39" fmla="*/ 29786 w 219982"/>
                                  <a:gd name="connsiteY39" fmla="*/ 1243584 h 1865589"/>
                                  <a:gd name="connsiteX40" fmla="*/ 15156 w 219982"/>
                                  <a:gd name="connsiteY40" fmla="*/ 1272845 h 1865589"/>
                                  <a:gd name="connsiteX41" fmla="*/ 526 w 219982"/>
                                  <a:gd name="connsiteY41" fmla="*/ 1397204 h 1865589"/>
                                  <a:gd name="connsiteX42" fmla="*/ 7841 w 219982"/>
                                  <a:gd name="connsiteY42" fmla="*/ 1463040 h 1865589"/>
                                  <a:gd name="connsiteX43" fmla="*/ 22471 w 219982"/>
                                  <a:gd name="connsiteY43" fmla="*/ 1484986 h 1865589"/>
                                  <a:gd name="connsiteX44" fmla="*/ 51732 w 219982"/>
                                  <a:gd name="connsiteY44" fmla="*/ 1514247 h 1865589"/>
                                  <a:gd name="connsiteX45" fmla="*/ 66362 w 219982"/>
                                  <a:gd name="connsiteY45" fmla="*/ 1645920 h 1865589"/>
                                  <a:gd name="connsiteX46" fmla="*/ 80993 w 219982"/>
                                  <a:gd name="connsiteY46" fmla="*/ 1660551 h 1865589"/>
                                  <a:gd name="connsiteX47" fmla="*/ 95623 w 219982"/>
                                  <a:gd name="connsiteY47" fmla="*/ 1682496 h 1865589"/>
                                  <a:gd name="connsiteX48" fmla="*/ 139514 w 219982"/>
                                  <a:gd name="connsiteY48" fmla="*/ 1865376 h 1865589"/>
                                  <a:gd name="connsiteX49" fmla="*/ 146830 w 219982"/>
                                  <a:gd name="connsiteY49" fmla="*/ 1741018 h 1865589"/>
                                  <a:gd name="connsiteX50" fmla="*/ 146830 w 219982"/>
                                  <a:gd name="connsiteY50" fmla="*/ 1426464 h 1865589"/>
                                  <a:gd name="connsiteX0" fmla="*/ 219982 w 219982"/>
                                  <a:gd name="connsiteY0" fmla="*/ 0 h 1865589"/>
                                  <a:gd name="connsiteX1" fmla="*/ 154145 w 219982"/>
                                  <a:gd name="connsiteY1" fmla="*/ 7316 h 1865589"/>
                                  <a:gd name="connsiteX2" fmla="*/ 132199 w 219982"/>
                                  <a:gd name="connsiteY2" fmla="*/ 21946 h 1865589"/>
                                  <a:gd name="connsiteX3" fmla="*/ 146830 w 219982"/>
                                  <a:gd name="connsiteY3" fmla="*/ 58522 h 1865589"/>
                                  <a:gd name="connsiteX4" fmla="*/ 154145 w 219982"/>
                                  <a:gd name="connsiteY4" fmla="*/ 117044 h 1865589"/>
                                  <a:gd name="connsiteX5" fmla="*/ 161460 w 219982"/>
                                  <a:gd name="connsiteY5" fmla="*/ 138989 h 1865589"/>
                                  <a:gd name="connsiteX6" fmla="*/ 66362 w 219982"/>
                                  <a:gd name="connsiteY6" fmla="*/ 160935 h 1865589"/>
                                  <a:gd name="connsiteX7" fmla="*/ 80993 w 219982"/>
                                  <a:gd name="connsiteY7" fmla="*/ 190196 h 1865589"/>
                                  <a:gd name="connsiteX8" fmla="*/ 102938 w 219982"/>
                                  <a:gd name="connsiteY8" fmla="*/ 197511 h 1865589"/>
                                  <a:gd name="connsiteX9" fmla="*/ 117569 w 219982"/>
                                  <a:gd name="connsiteY9" fmla="*/ 212141 h 1865589"/>
                                  <a:gd name="connsiteX10" fmla="*/ 37102 w 219982"/>
                                  <a:gd name="connsiteY10" fmla="*/ 219456 h 1865589"/>
                                  <a:gd name="connsiteX11" fmla="*/ 59047 w 219982"/>
                                  <a:gd name="connsiteY11" fmla="*/ 241402 h 1865589"/>
                                  <a:gd name="connsiteX12" fmla="*/ 117569 w 219982"/>
                                  <a:gd name="connsiteY12" fmla="*/ 263348 h 1865589"/>
                                  <a:gd name="connsiteX13" fmla="*/ 95623 w 219982"/>
                                  <a:gd name="connsiteY13" fmla="*/ 277978 h 1865589"/>
                                  <a:gd name="connsiteX14" fmla="*/ 59047 w 219982"/>
                                  <a:gd name="connsiteY14" fmla="*/ 292608 h 1865589"/>
                                  <a:gd name="connsiteX15" fmla="*/ 88308 w 219982"/>
                                  <a:gd name="connsiteY15" fmla="*/ 343815 h 1865589"/>
                                  <a:gd name="connsiteX16" fmla="*/ 29786 w 219982"/>
                                  <a:gd name="connsiteY16" fmla="*/ 402336 h 1865589"/>
                                  <a:gd name="connsiteX17" fmla="*/ 15156 w 219982"/>
                                  <a:gd name="connsiteY17" fmla="*/ 424282 h 1865589"/>
                                  <a:gd name="connsiteX18" fmla="*/ 44417 w 219982"/>
                                  <a:gd name="connsiteY18" fmla="*/ 431597 h 1865589"/>
                                  <a:gd name="connsiteX19" fmla="*/ 95623 w 219982"/>
                                  <a:gd name="connsiteY19" fmla="*/ 438912 h 1865589"/>
                                  <a:gd name="connsiteX20" fmla="*/ 44417 w 219982"/>
                                  <a:gd name="connsiteY20" fmla="*/ 490119 h 1865589"/>
                                  <a:gd name="connsiteX21" fmla="*/ 22471 w 219982"/>
                                  <a:gd name="connsiteY21" fmla="*/ 534010 h 1865589"/>
                                  <a:gd name="connsiteX22" fmla="*/ 66362 w 219982"/>
                                  <a:gd name="connsiteY22" fmla="*/ 570586 h 1865589"/>
                                  <a:gd name="connsiteX23" fmla="*/ 73678 w 219982"/>
                                  <a:gd name="connsiteY23" fmla="*/ 592532 h 1865589"/>
                                  <a:gd name="connsiteX24" fmla="*/ 80993 w 219982"/>
                                  <a:gd name="connsiteY24" fmla="*/ 687629 h 1865589"/>
                                  <a:gd name="connsiteX25" fmla="*/ 102938 w 219982"/>
                                  <a:gd name="connsiteY25" fmla="*/ 702260 h 1865589"/>
                                  <a:gd name="connsiteX26" fmla="*/ 124884 w 219982"/>
                                  <a:gd name="connsiteY26" fmla="*/ 724205 h 1865589"/>
                                  <a:gd name="connsiteX27" fmla="*/ 110254 w 219982"/>
                                  <a:gd name="connsiteY27" fmla="*/ 753466 h 1865589"/>
                                  <a:gd name="connsiteX28" fmla="*/ 59047 w 219982"/>
                                  <a:gd name="connsiteY28" fmla="*/ 804672 h 1865589"/>
                                  <a:gd name="connsiteX29" fmla="*/ 51732 w 219982"/>
                                  <a:gd name="connsiteY29" fmla="*/ 826618 h 1865589"/>
                                  <a:gd name="connsiteX30" fmla="*/ 29786 w 219982"/>
                                  <a:gd name="connsiteY30" fmla="*/ 848564 h 1865589"/>
                                  <a:gd name="connsiteX31" fmla="*/ 59047 w 219982"/>
                                  <a:gd name="connsiteY31" fmla="*/ 929031 h 1865589"/>
                                  <a:gd name="connsiteX32" fmla="*/ 37102 w 219982"/>
                                  <a:gd name="connsiteY32" fmla="*/ 980237 h 1865589"/>
                                  <a:gd name="connsiteX33" fmla="*/ 29786 w 219982"/>
                                  <a:gd name="connsiteY33" fmla="*/ 1046074 h 1865589"/>
                                  <a:gd name="connsiteX34" fmla="*/ 37102 w 219982"/>
                                  <a:gd name="connsiteY34" fmla="*/ 1068020 h 1865589"/>
                                  <a:gd name="connsiteX35" fmla="*/ 80993 w 219982"/>
                                  <a:gd name="connsiteY35" fmla="*/ 1111911 h 1865589"/>
                                  <a:gd name="connsiteX36" fmla="*/ 88308 w 219982"/>
                                  <a:gd name="connsiteY36" fmla="*/ 1133856 h 1865589"/>
                                  <a:gd name="connsiteX37" fmla="*/ 73678 w 219982"/>
                                  <a:gd name="connsiteY37" fmla="*/ 1148487 h 1865589"/>
                                  <a:gd name="connsiteX38" fmla="*/ 66362 w 219982"/>
                                  <a:gd name="connsiteY38" fmla="*/ 1170432 h 1865589"/>
                                  <a:gd name="connsiteX39" fmla="*/ 29786 w 219982"/>
                                  <a:gd name="connsiteY39" fmla="*/ 1243584 h 1865589"/>
                                  <a:gd name="connsiteX40" fmla="*/ 15156 w 219982"/>
                                  <a:gd name="connsiteY40" fmla="*/ 1272845 h 1865589"/>
                                  <a:gd name="connsiteX41" fmla="*/ 526 w 219982"/>
                                  <a:gd name="connsiteY41" fmla="*/ 1397204 h 1865589"/>
                                  <a:gd name="connsiteX42" fmla="*/ 7841 w 219982"/>
                                  <a:gd name="connsiteY42" fmla="*/ 1463040 h 1865589"/>
                                  <a:gd name="connsiteX43" fmla="*/ 22471 w 219982"/>
                                  <a:gd name="connsiteY43" fmla="*/ 1484986 h 1865589"/>
                                  <a:gd name="connsiteX44" fmla="*/ 51732 w 219982"/>
                                  <a:gd name="connsiteY44" fmla="*/ 1514247 h 1865589"/>
                                  <a:gd name="connsiteX45" fmla="*/ 66362 w 219982"/>
                                  <a:gd name="connsiteY45" fmla="*/ 1645920 h 1865589"/>
                                  <a:gd name="connsiteX46" fmla="*/ 80993 w 219982"/>
                                  <a:gd name="connsiteY46" fmla="*/ 1660551 h 1865589"/>
                                  <a:gd name="connsiteX47" fmla="*/ 95623 w 219982"/>
                                  <a:gd name="connsiteY47" fmla="*/ 1682496 h 1865589"/>
                                  <a:gd name="connsiteX48" fmla="*/ 139514 w 219982"/>
                                  <a:gd name="connsiteY48" fmla="*/ 1865376 h 1865589"/>
                                  <a:gd name="connsiteX49" fmla="*/ 146830 w 219982"/>
                                  <a:gd name="connsiteY49" fmla="*/ 1741018 h 1865589"/>
                                  <a:gd name="connsiteX0" fmla="*/ 219982 w 219982"/>
                                  <a:gd name="connsiteY0" fmla="*/ 0 h 1865589"/>
                                  <a:gd name="connsiteX1" fmla="*/ 154145 w 219982"/>
                                  <a:gd name="connsiteY1" fmla="*/ 7316 h 1865589"/>
                                  <a:gd name="connsiteX2" fmla="*/ 132199 w 219982"/>
                                  <a:gd name="connsiteY2" fmla="*/ 21946 h 1865589"/>
                                  <a:gd name="connsiteX3" fmla="*/ 146830 w 219982"/>
                                  <a:gd name="connsiteY3" fmla="*/ 58522 h 1865589"/>
                                  <a:gd name="connsiteX4" fmla="*/ 154145 w 219982"/>
                                  <a:gd name="connsiteY4" fmla="*/ 117044 h 1865589"/>
                                  <a:gd name="connsiteX5" fmla="*/ 161460 w 219982"/>
                                  <a:gd name="connsiteY5" fmla="*/ 138989 h 1865589"/>
                                  <a:gd name="connsiteX6" fmla="*/ 66362 w 219982"/>
                                  <a:gd name="connsiteY6" fmla="*/ 160935 h 1865589"/>
                                  <a:gd name="connsiteX7" fmla="*/ 80993 w 219982"/>
                                  <a:gd name="connsiteY7" fmla="*/ 190196 h 1865589"/>
                                  <a:gd name="connsiteX8" fmla="*/ 102938 w 219982"/>
                                  <a:gd name="connsiteY8" fmla="*/ 197511 h 1865589"/>
                                  <a:gd name="connsiteX9" fmla="*/ 117569 w 219982"/>
                                  <a:gd name="connsiteY9" fmla="*/ 212141 h 1865589"/>
                                  <a:gd name="connsiteX10" fmla="*/ 37102 w 219982"/>
                                  <a:gd name="connsiteY10" fmla="*/ 219456 h 1865589"/>
                                  <a:gd name="connsiteX11" fmla="*/ 59047 w 219982"/>
                                  <a:gd name="connsiteY11" fmla="*/ 241402 h 1865589"/>
                                  <a:gd name="connsiteX12" fmla="*/ 117569 w 219982"/>
                                  <a:gd name="connsiteY12" fmla="*/ 263348 h 1865589"/>
                                  <a:gd name="connsiteX13" fmla="*/ 95623 w 219982"/>
                                  <a:gd name="connsiteY13" fmla="*/ 277978 h 1865589"/>
                                  <a:gd name="connsiteX14" fmla="*/ 59047 w 219982"/>
                                  <a:gd name="connsiteY14" fmla="*/ 292608 h 1865589"/>
                                  <a:gd name="connsiteX15" fmla="*/ 88308 w 219982"/>
                                  <a:gd name="connsiteY15" fmla="*/ 343815 h 1865589"/>
                                  <a:gd name="connsiteX16" fmla="*/ 29786 w 219982"/>
                                  <a:gd name="connsiteY16" fmla="*/ 402336 h 1865589"/>
                                  <a:gd name="connsiteX17" fmla="*/ 15156 w 219982"/>
                                  <a:gd name="connsiteY17" fmla="*/ 424282 h 1865589"/>
                                  <a:gd name="connsiteX18" fmla="*/ 44417 w 219982"/>
                                  <a:gd name="connsiteY18" fmla="*/ 431597 h 1865589"/>
                                  <a:gd name="connsiteX19" fmla="*/ 95623 w 219982"/>
                                  <a:gd name="connsiteY19" fmla="*/ 438912 h 1865589"/>
                                  <a:gd name="connsiteX20" fmla="*/ 44417 w 219982"/>
                                  <a:gd name="connsiteY20" fmla="*/ 490119 h 1865589"/>
                                  <a:gd name="connsiteX21" fmla="*/ 22471 w 219982"/>
                                  <a:gd name="connsiteY21" fmla="*/ 534010 h 1865589"/>
                                  <a:gd name="connsiteX22" fmla="*/ 66362 w 219982"/>
                                  <a:gd name="connsiteY22" fmla="*/ 570586 h 1865589"/>
                                  <a:gd name="connsiteX23" fmla="*/ 73678 w 219982"/>
                                  <a:gd name="connsiteY23" fmla="*/ 592532 h 1865589"/>
                                  <a:gd name="connsiteX24" fmla="*/ 80993 w 219982"/>
                                  <a:gd name="connsiteY24" fmla="*/ 687629 h 1865589"/>
                                  <a:gd name="connsiteX25" fmla="*/ 102938 w 219982"/>
                                  <a:gd name="connsiteY25" fmla="*/ 702260 h 1865589"/>
                                  <a:gd name="connsiteX26" fmla="*/ 124884 w 219982"/>
                                  <a:gd name="connsiteY26" fmla="*/ 724205 h 1865589"/>
                                  <a:gd name="connsiteX27" fmla="*/ 110254 w 219982"/>
                                  <a:gd name="connsiteY27" fmla="*/ 753466 h 1865589"/>
                                  <a:gd name="connsiteX28" fmla="*/ 59047 w 219982"/>
                                  <a:gd name="connsiteY28" fmla="*/ 804672 h 1865589"/>
                                  <a:gd name="connsiteX29" fmla="*/ 51732 w 219982"/>
                                  <a:gd name="connsiteY29" fmla="*/ 826618 h 1865589"/>
                                  <a:gd name="connsiteX30" fmla="*/ 29786 w 219982"/>
                                  <a:gd name="connsiteY30" fmla="*/ 848564 h 1865589"/>
                                  <a:gd name="connsiteX31" fmla="*/ 59047 w 219982"/>
                                  <a:gd name="connsiteY31" fmla="*/ 929031 h 1865589"/>
                                  <a:gd name="connsiteX32" fmla="*/ 37102 w 219982"/>
                                  <a:gd name="connsiteY32" fmla="*/ 980237 h 1865589"/>
                                  <a:gd name="connsiteX33" fmla="*/ 29786 w 219982"/>
                                  <a:gd name="connsiteY33" fmla="*/ 1046074 h 1865589"/>
                                  <a:gd name="connsiteX34" fmla="*/ 37102 w 219982"/>
                                  <a:gd name="connsiteY34" fmla="*/ 1068020 h 1865589"/>
                                  <a:gd name="connsiteX35" fmla="*/ 80993 w 219982"/>
                                  <a:gd name="connsiteY35" fmla="*/ 1111911 h 1865589"/>
                                  <a:gd name="connsiteX36" fmla="*/ 88308 w 219982"/>
                                  <a:gd name="connsiteY36" fmla="*/ 1133856 h 1865589"/>
                                  <a:gd name="connsiteX37" fmla="*/ 73678 w 219982"/>
                                  <a:gd name="connsiteY37" fmla="*/ 1148487 h 1865589"/>
                                  <a:gd name="connsiteX38" fmla="*/ 66362 w 219982"/>
                                  <a:gd name="connsiteY38" fmla="*/ 1170432 h 1865589"/>
                                  <a:gd name="connsiteX39" fmla="*/ 29786 w 219982"/>
                                  <a:gd name="connsiteY39" fmla="*/ 1243584 h 1865589"/>
                                  <a:gd name="connsiteX40" fmla="*/ 15156 w 219982"/>
                                  <a:gd name="connsiteY40" fmla="*/ 1272845 h 1865589"/>
                                  <a:gd name="connsiteX41" fmla="*/ 526 w 219982"/>
                                  <a:gd name="connsiteY41" fmla="*/ 1397204 h 1865589"/>
                                  <a:gd name="connsiteX42" fmla="*/ 7841 w 219982"/>
                                  <a:gd name="connsiteY42" fmla="*/ 1463040 h 1865589"/>
                                  <a:gd name="connsiteX43" fmla="*/ 22471 w 219982"/>
                                  <a:gd name="connsiteY43" fmla="*/ 1484986 h 1865589"/>
                                  <a:gd name="connsiteX44" fmla="*/ 51732 w 219982"/>
                                  <a:gd name="connsiteY44" fmla="*/ 1514247 h 1865589"/>
                                  <a:gd name="connsiteX45" fmla="*/ 66362 w 219982"/>
                                  <a:gd name="connsiteY45" fmla="*/ 1645920 h 1865589"/>
                                  <a:gd name="connsiteX46" fmla="*/ 80993 w 219982"/>
                                  <a:gd name="connsiteY46" fmla="*/ 1660551 h 1865589"/>
                                  <a:gd name="connsiteX47" fmla="*/ 95623 w 219982"/>
                                  <a:gd name="connsiteY47" fmla="*/ 1682496 h 1865589"/>
                                  <a:gd name="connsiteX48" fmla="*/ 139514 w 219982"/>
                                  <a:gd name="connsiteY48" fmla="*/ 1865376 h 18655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19982" h="1865589">
                                    <a:moveTo>
                                      <a:pt x="219982" y="0"/>
                                    </a:moveTo>
                                    <a:cubicBezTo>
                                      <a:pt x="198036" y="2439"/>
                                      <a:pt x="175566" y="1961"/>
                                      <a:pt x="154145" y="7316"/>
                                    </a:cubicBezTo>
                                    <a:cubicBezTo>
                                      <a:pt x="145616" y="9448"/>
                                      <a:pt x="133442" y="13243"/>
                                      <a:pt x="132199" y="21946"/>
                                    </a:cubicBezTo>
                                    <a:cubicBezTo>
                                      <a:pt x="130342" y="34945"/>
                                      <a:pt x="141953" y="46330"/>
                                      <a:pt x="146830" y="58522"/>
                                    </a:cubicBezTo>
                                    <a:cubicBezTo>
                                      <a:pt x="129419" y="110754"/>
                                      <a:pt x="119367" y="93858"/>
                                      <a:pt x="154145" y="117044"/>
                                    </a:cubicBezTo>
                                    <a:cubicBezTo>
                                      <a:pt x="156583" y="124359"/>
                                      <a:pt x="167384" y="134053"/>
                                      <a:pt x="161460" y="138989"/>
                                    </a:cubicBezTo>
                                    <a:cubicBezTo>
                                      <a:pt x="149767" y="148733"/>
                                      <a:pt x="82832" y="158190"/>
                                      <a:pt x="66362" y="160935"/>
                                    </a:cubicBezTo>
                                    <a:cubicBezTo>
                                      <a:pt x="71239" y="170689"/>
                                      <a:pt x="73282" y="182485"/>
                                      <a:pt x="80993" y="190196"/>
                                    </a:cubicBezTo>
                                    <a:cubicBezTo>
                                      <a:pt x="86445" y="195648"/>
                                      <a:pt x="96326" y="193544"/>
                                      <a:pt x="102938" y="197511"/>
                                    </a:cubicBezTo>
                                    <a:cubicBezTo>
                                      <a:pt x="108852" y="201059"/>
                                      <a:pt x="112692" y="207264"/>
                                      <a:pt x="117569" y="212141"/>
                                    </a:cubicBezTo>
                                    <a:lnTo>
                                      <a:pt x="37102" y="219456"/>
                                    </a:lnTo>
                                    <a:cubicBezTo>
                                      <a:pt x="27849" y="224083"/>
                                      <a:pt x="50629" y="235389"/>
                                      <a:pt x="59047" y="241402"/>
                                    </a:cubicBezTo>
                                    <a:cubicBezTo>
                                      <a:pt x="79642" y="256113"/>
                                      <a:pt x="94009" y="257457"/>
                                      <a:pt x="117569" y="263348"/>
                                    </a:cubicBezTo>
                                    <a:cubicBezTo>
                                      <a:pt x="110254" y="268225"/>
                                      <a:pt x="103487" y="274046"/>
                                      <a:pt x="95623" y="277978"/>
                                    </a:cubicBezTo>
                                    <a:cubicBezTo>
                                      <a:pt x="83878" y="283850"/>
                                      <a:pt x="64919" y="280863"/>
                                      <a:pt x="59047" y="292608"/>
                                    </a:cubicBezTo>
                                    <a:cubicBezTo>
                                      <a:pt x="38202" y="334297"/>
                                      <a:pt x="67589" y="336909"/>
                                      <a:pt x="88308" y="343815"/>
                                    </a:cubicBezTo>
                                    <a:cubicBezTo>
                                      <a:pt x="68801" y="363322"/>
                                      <a:pt x="48343" y="381923"/>
                                      <a:pt x="29786" y="402336"/>
                                    </a:cubicBezTo>
                                    <a:cubicBezTo>
                                      <a:pt x="23872" y="408841"/>
                                      <a:pt x="11224" y="416418"/>
                                      <a:pt x="15156" y="424282"/>
                                    </a:cubicBezTo>
                                    <a:cubicBezTo>
                                      <a:pt x="19652" y="433274"/>
                                      <a:pt x="34525" y="429799"/>
                                      <a:pt x="44417" y="431597"/>
                                    </a:cubicBezTo>
                                    <a:cubicBezTo>
                                      <a:pt x="61381" y="434681"/>
                                      <a:pt x="78554" y="436474"/>
                                      <a:pt x="95623" y="438912"/>
                                    </a:cubicBezTo>
                                    <a:cubicBezTo>
                                      <a:pt x="78554" y="455981"/>
                                      <a:pt x="50271" y="466701"/>
                                      <a:pt x="44417" y="490119"/>
                                    </a:cubicBezTo>
                                    <a:cubicBezTo>
                                      <a:pt x="35429" y="526071"/>
                                      <a:pt x="44211" y="512271"/>
                                      <a:pt x="22471" y="534010"/>
                                    </a:cubicBezTo>
                                    <a:cubicBezTo>
                                      <a:pt x="73085" y="609929"/>
                                      <a:pt x="-7888" y="496336"/>
                                      <a:pt x="66362" y="570586"/>
                                    </a:cubicBezTo>
                                    <a:cubicBezTo>
                                      <a:pt x="71815" y="576039"/>
                                      <a:pt x="71239" y="585217"/>
                                      <a:pt x="73678" y="592532"/>
                                    </a:cubicBezTo>
                                    <a:cubicBezTo>
                                      <a:pt x="76116" y="624231"/>
                                      <a:pt x="72801" y="656910"/>
                                      <a:pt x="80993" y="687629"/>
                                    </a:cubicBezTo>
                                    <a:cubicBezTo>
                                      <a:pt x="83258" y="696124"/>
                                      <a:pt x="96184" y="696632"/>
                                      <a:pt x="102938" y="702260"/>
                                    </a:cubicBezTo>
                                    <a:cubicBezTo>
                                      <a:pt x="110885" y="708883"/>
                                      <a:pt x="117569" y="716890"/>
                                      <a:pt x="124884" y="724205"/>
                                    </a:cubicBezTo>
                                    <a:cubicBezTo>
                                      <a:pt x="120007" y="733959"/>
                                      <a:pt x="117159" y="745026"/>
                                      <a:pt x="110254" y="753466"/>
                                    </a:cubicBezTo>
                                    <a:cubicBezTo>
                                      <a:pt x="94968" y="772148"/>
                                      <a:pt x="59047" y="804672"/>
                                      <a:pt x="59047" y="804672"/>
                                    </a:cubicBezTo>
                                    <a:cubicBezTo>
                                      <a:pt x="56609" y="811987"/>
                                      <a:pt x="56009" y="820202"/>
                                      <a:pt x="51732" y="826618"/>
                                    </a:cubicBezTo>
                                    <a:cubicBezTo>
                                      <a:pt x="45993" y="835226"/>
                                      <a:pt x="31487" y="838359"/>
                                      <a:pt x="29786" y="848564"/>
                                    </a:cubicBezTo>
                                    <a:cubicBezTo>
                                      <a:pt x="19429" y="910708"/>
                                      <a:pt x="26154" y="907101"/>
                                      <a:pt x="59047" y="929031"/>
                                    </a:cubicBezTo>
                                    <a:cubicBezTo>
                                      <a:pt x="52385" y="942355"/>
                                      <a:pt x="39793" y="964092"/>
                                      <a:pt x="37102" y="980237"/>
                                    </a:cubicBezTo>
                                    <a:cubicBezTo>
                                      <a:pt x="33472" y="1002017"/>
                                      <a:pt x="32225" y="1024128"/>
                                      <a:pt x="29786" y="1046074"/>
                                    </a:cubicBezTo>
                                    <a:cubicBezTo>
                                      <a:pt x="32225" y="1053389"/>
                                      <a:pt x="32368" y="1061933"/>
                                      <a:pt x="37102" y="1068020"/>
                                    </a:cubicBezTo>
                                    <a:cubicBezTo>
                                      <a:pt x="49805" y="1084352"/>
                                      <a:pt x="80993" y="1111911"/>
                                      <a:pt x="80993" y="1111911"/>
                                    </a:cubicBezTo>
                                    <a:cubicBezTo>
                                      <a:pt x="83431" y="1119226"/>
                                      <a:pt x="89820" y="1126295"/>
                                      <a:pt x="88308" y="1133856"/>
                                    </a:cubicBezTo>
                                    <a:cubicBezTo>
                                      <a:pt x="86955" y="1140619"/>
                                      <a:pt x="77226" y="1142573"/>
                                      <a:pt x="73678" y="1148487"/>
                                    </a:cubicBezTo>
                                    <a:cubicBezTo>
                                      <a:pt x="69711" y="1155099"/>
                                      <a:pt x="69593" y="1163431"/>
                                      <a:pt x="66362" y="1170432"/>
                                    </a:cubicBezTo>
                                    <a:cubicBezTo>
                                      <a:pt x="54937" y="1195185"/>
                                      <a:pt x="41978" y="1219200"/>
                                      <a:pt x="29786" y="1243584"/>
                                    </a:cubicBezTo>
                                    <a:lnTo>
                                      <a:pt x="15156" y="1272845"/>
                                    </a:lnTo>
                                    <a:cubicBezTo>
                                      <a:pt x="33686" y="1346966"/>
                                      <a:pt x="13974" y="1249276"/>
                                      <a:pt x="526" y="1397204"/>
                                    </a:cubicBezTo>
                                    <a:cubicBezTo>
                                      <a:pt x="-1473" y="1419194"/>
                                      <a:pt x="2486" y="1441619"/>
                                      <a:pt x="7841" y="1463040"/>
                                    </a:cubicBezTo>
                                    <a:cubicBezTo>
                                      <a:pt x="9973" y="1471569"/>
                                      <a:pt x="16749" y="1478311"/>
                                      <a:pt x="22471" y="1484986"/>
                                    </a:cubicBezTo>
                                    <a:cubicBezTo>
                                      <a:pt x="31448" y="1495459"/>
                                      <a:pt x="51732" y="1514247"/>
                                      <a:pt x="51732" y="1514247"/>
                                    </a:cubicBezTo>
                                    <a:cubicBezTo>
                                      <a:pt x="56609" y="1558138"/>
                                      <a:pt x="57701" y="1602617"/>
                                      <a:pt x="66362" y="1645920"/>
                                    </a:cubicBezTo>
                                    <a:cubicBezTo>
                                      <a:pt x="67715" y="1652683"/>
                                      <a:pt x="76684" y="1655165"/>
                                      <a:pt x="80993" y="1660551"/>
                                    </a:cubicBezTo>
                                    <a:cubicBezTo>
                                      <a:pt x="86485" y="1667416"/>
                                      <a:pt x="90746" y="1675181"/>
                                      <a:pt x="95623" y="1682496"/>
                                    </a:cubicBezTo>
                                    <a:cubicBezTo>
                                      <a:pt x="97637" y="1693574"/>
                                      <a:pt x="127466" y="1872605"/>
                                      <a:pt x="139514" y="1865376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129.05pt;margin-top:244.6pt;width:17.3pt;height:14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982,1865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" path="m219982,c198036,2439,175566,1961,154145,7316v-8529,2132,-20703,5927,-21946,14630c130342,34945,141953,46330,146830,58522v-17411,52232,-27463,35336,7315,58522c156583,124359,167384,134053,161460,138989v-11693,9744,-78628,19201,-95098,21946c71239,170689,73282,182485,80993,190196v5452,5452,15333,3348,21945,7315c108852,201059,112692,207264,117569,212141r-80467,7315c27849,224083,50629,235389,59047,241402v20595,14711,34962,16055,58522,21946c110254,268225,103487,274046,95623,277978v-11745,5872,-30704,2885,-36576,14630c38202,334297,67589,336909,88308,343815,68801,363322,48343,381923,29786,402336v-5914,6505,-18562,14082,-14630,21946c19652,433274,34525,429799,44417,431597v16964,3084,34137,4877,51206,7315c78554,455981,50271,466701,44417,490119v-8988,35952,-206,22152,-21946,43891c73085,609929,-7888,496336,66362,570586v5453,5453,4877,14631,7316,21946c76116,624231,72801,656910,80993,687629v2265,8495,15191,9003,21945,14631c110885,708883,117569,716890,124884,724205v-4877,9754,-7725,20821,-14630,29261c94968,772148,59047,804672,59047,804672v-2438,7315,-3038,15530,-7315,21946c45993,835226,31487,838359,29786,848564v-10357,62144,-3632,58537,29261,80467c52385,942355,39793,964092,37102,980237v-3630,21780,-4877,43891,-7316,65837c32225,1053389,32368,1061933,37102,1068020v12703,16332,43891,43891,43891,43891c83431,1119226,89820,1126295,88308,1133856v-1353,6763,-11082,8717,-14630,14631c69711,1155099,69593,1163431,66362,1170432v-11425,24753,-24384,48768,-36576,73152l15156,1272845v18530,74121,-1182,-23569,-14630,124359c-1473,1419194,2486,1441619,7841,1463040v2132,8529,8908,15271,14630,21946c31448,1495459,51732,1514247,51732,1514247v4877,43891,5969,88370,14630,131673c67715,1652683,76684,1655165,80993,1660551v5492,6865,9753,14630,14630,21945c97637,1693574,127466,1872605,139514,1865376e" filled="f" strokecolor="red" strokeweight="2pt">
                      <v:stroke joinstyle="miter"/>
                      <v:path arrowok="t" o:connecttype="custom" o:connectlocs="219982,0;154145,7316;132199,21946;146830,58522;154145,117044;161460,138989;66362,160935;80993,190196;102938,197511;117569,212141;37102,219456;59047,241402;117569,263348;95623,277978;59047,292608;88308,343815;29786,402336;15156,424282;44417,431597;95623,438912;44417,490119;22471,534010;66362,570586;73678,592532;80993,687629;102938,702260;124884,724205;110254,753466;59047,804672;51732,826618;29786,848564;59047,929031;37102,980237;29786,1046074;37102,1068020;80993,1111911;88308,1133856;73678,1148487;66362,1170432;29786,1243584;15156,1272845;526,1397204;7841,1463040;22471,1484986;51732,1514247;66362,1645920;80993,1660551;95623,1682496;139514,1865376" o:connectangles="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1829740</wp:posOffset>
                      </wp:positionH>
                      <wp:positionV relativeFrom="paragraph">
                        <wp:posOffset>1204646</wp:posOffset>
                      </wp:positionV>
                      <wp:extent cx="78968" cy="1792224"/>
                      <wp:effectExtent l="19050" t="0" r="73660" b="5588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968" cy="1792224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44.05pt;margin-top:94.85pt;width:6.2pt;height:1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" strokecolor="red" strokeweight="1pt">
                      <v:stroke endarrow="open" joinstyle="miter"/>
                    </v:shape>
                  </w:pict>
                </mc:Fallback>
              </mc:AlternateContent>
            </w:r>
          </w:p>
        </w:tc>
      </w:tr>
      <w:tr w:rsidR="009E0202" w:rsidTr="003E5D91">
        <w:trPr>
          <w:trHeight w:hRule="exact" w:val="3498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F61395" w:rsidRPr="00F61395" w:rsidRDefault="009E0202" w:rsidP="00F86C8B">
            <w:pPr>
              <w:pStyle w:val="CUSTOMBoldColumnHeading"/>
              <w:spacing w:after="60"/>
              <w:jc w:val="both"/>
              <w:rPr>
                <w:sz w:val="21"/>
                <w:szCs w:val="21"/>
              </w:rPr>
            </w:pPr>
            <w:r w:rsidRPr="00661023">
              <w:rPr>
                <w:sz w:val="21"/>
                <w:szCs w:val="21"/>
              </w:rPr>
              <w:lastRenderedPageBreak/>
              <w:t>Report:</w:t>
            </w:r>
          </w:p>
          <w:p w:rsidR="00D03B4C" w:rsidRDefault="00D03B4C" w:rsidP="00924DE6">
            <w:pPr>
              <w:pStyle w:val="CUSTOMColumnText"/>
              <w:jc w:val="both"/>
            </w:pPr>
            <w:r>
              <w:t>The CFV is patent although incompetent. All other deep veins are patent and competent</w:t>
            </w:r>
          </w:p>
          <w:p w:rsidR="00D03B4C" w:rsidRDefault="00D03B4C" w:rsidP="00924DE6">
            <w:pPr>
              <w:pStyle w:val="CUSTOMColumnText"/>
              <w:jc w:val="both"/>
            </w:pPr>
          </w:p>
          <w:p w:rsidR="00D03B4C" w:rsidRDefault="00D03B4C" w:rsidP="00924DE6">
            <w:pPr>
              <w:pStyle w:val="CUSTOMColumnText"/>
              <w:jc w:val="both"/>
            </w:pPr>
            <w:r>
              <w:t>No incompetent perforators imaged.</w:t>
            </w:r>
          </w:p>
          <w:p w:rsidR="00D03B4C" w:rsidRDefault="00D03B4C" w:rsidP="00924DE6">
            <w:pPr>
              <w:pStyle w:val="CUSTOMColumnText"/>
              <w:jc w:val="both"/>
            </w:pPr>
          </w:p>
          <w:p w:rsidR="00397671" w:rsidRDefault="00D03B4C" w:rsidP="00924DE6">
            <w:pPr>
              <w:pStyle w:val="CUSTOMColumnText"/>
              <w:jc w:val="both"/>
            </w:pPr>
            <w:r>
              <w:t>The SFJ and GSV</w:t>
            </w:r>
            <w:r w:rsidR="00397671">
              <w:t xml:space="preserve"> (dilated proximally) are</w:t>
            </w:r>
            <w:r>
              <w:t xml:space="preserve"> patent although incompetent to the proximal calf, ~4-5cm below the knee crease.</w:t>
            </w:r>
            <w:r w:rsidR="00397671">
              <w:t xml:space="preserve"> The GSV in the distal thigh is grossly dilated). </w:t>
            </w:r>
          </w:p>
          <w:p w:rsidR="00397671" w:rsidRDefault="00397671" w:rsidP="00924DE6">
            <w:pPr>
              <w:pStyle w:val="CUSTOMColumnText"/>
              <w:jc w:val="both"/>
            </w:pPr>
          </w:p>
          <w:p w:rsidR="00D03B4C" w:rsidRDefault="00D03B4C" w:rsidP="00924DE6">
            <w:pPr>
              <w:pStyle w:val="CUSTOMColumnText"/>
              <w:jc w:val="both"/>
            </w:pPr>
            <w:r>
              <w:t xml:space="preserve">X2 varix </w:t>
            </w:r>
            <w:proofErr w:type="gramStart"/>
            <w:r>
              <w:t>are</w:t>
            </w:r>
            <w:proofErr w:type="gramEnd"/>
            <w:r>
              <w:t xml:space="preserve"> observed supplying the native GSV. One varix tracks to the posterior calf distally. The other varix tracks the anterior portion of the calf across the tibia to the foot. </w:t>
            </w:r>
            <w:r w:rsidR="003E5D91">
              <w:t xml:space="preserve">Post varix the GSV becomes small in diameter to the mid-calf. </w:t>
            </w:r>
          </w:p>
          <w:p w:rsidR="00D03B4C" w:rsidRDefault="00D03B4C" w:rsidP="00924DE6">
            <w:pPr>
              <w:pStyle w:val="CUSTOMColumnText"/>
              <w:jc w:val="both"/>
            </w:pPr>
          </w:p>
          <w:p w:rsidR="00D03B4C" w:rsidRDefault="00D03B4C" w:rsidP="00924DE6">
            <w:pPr>
              <w:pStyle w:val="CUSTOMColumnText"/>
              <w:jc w:val="both"/>
            </w:pPr>
            <w:r>
              <w:t>The GSV measures: 1.</w:t>
            </w:r>
            <w:r w:rsidR="003E5D91">
              <w:t xml:space="preserve">3cm proximally, 8.9mm mid-thigh, 1.8cm distal thigh, 1.1mm </w:t>
            </w:r>
            <w:proofErr w:type="spellStart"/>
            <w:r w:rsidR="003E5D91">
              <w:t>prox</w:t>
            </w:r>
            <w:proofErr w:type="spellEnd"/>
            <w:r w:rsidR="003E5D91">
              <w:t xml:space="preserve"> calf, 2.2mm mid-calf, </w:t>
            </w:r>
          </w:p>
          <w:p w:rsidR="00D03B4C" w:rsidRDefault="00D03B4C" w:rsidP="00924DE6">
            <w:pPr>
              <w:pStyle w:val="CUSTOMColumnText"/>
              <w:jc w:val="both"/>
            </w:pPr>
          </w:p>
          <w:p w:rsidR="00D03B4C" w:rsidRPr="00DC01AB" w:rsidRDefault="00D03B4C" w:rsidP="00924DE6">
            <w:pPr>
              <w:pStyle w:val="CUSTOMColumnText"/>
              <w:jc w:val="both"/>
            </w:pPr>
            <w:r>
              <w:t xml:space="preserve">The SSV is patent and competent. </w:t>
            </w:r>
          </w:p>
        </w:tc>
      </w:tr>
      <w:tr w:rsidR="009D4370" w:rsidTr="00F86C8B">
        <w:trPr>
          <w:trHeight w:hRule="exact" w:val="402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21414B" w:rsidRDefault="0021414B" w:rsidP="00D03B4C">
            <w:pPr>
              <w:pStyle w:val="CUSTOMBoldColumnHeading"/>
              <w:spacing w:after="60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661023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4C" w:rsidRDefault="00D03B4C" w:rsidP="005748E3">
      <w:pPr>
        <w:spacing w:after="0" w:line="240" w:lineRule="auto"/>
      </w:pPr>
      <w:r>
        <w:separator/>
      </w:r>
    </w:p>
  </w:endnote>
  <w:endnote w:type="continuationSeparator" w:id="0">
    <w:p w:rsidR="00D03B4C" w:rsidRDefault="00D03B4C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B4C" w:rsidRDefault="00D03B4C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page">
                <wp:posOffset>2135505</wp:posOffset>
              </wp:positionH>
              <wp:positionV relativeFrom="page">
                <wp:posOffset>9189085</wp:posOffset>
              </wp:positionV>
              <wp:extent cx="3600450" cy="239395"/>
              <wp:effectExtent l="11430" t="6985" r="0" b="1270"/>
              <wp:wrapNone/>
              <wp:docPr id="1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0" cy="239395"/>
                        <a:chOff x="3870" y="14397"/>
                        <a:chExt cx="5670" cy="377"/>
                      </a:xfrm>
                    </wpg:grpSpPr>
                    <wpg:grpSp>
                      <wpg:cNvPr id="6" name="Group 62"/>
                      <wpg:cNvGrpSpPr>
                        <a:grpSpLocks/>
                      </wpg:cNvGrpSpPr>
                      <wpg:grpSpPr bwMode="auto">
                        <a:xfrm>
                          <a:off x="3870" y="14397"/>
                          <a:ext cx="1426" cy="377"/>
                          <a:chOff x="2620" y="14397"/>
                          <a:chExt cx="1426" cy="377"/>
                        </a:xfrm>
                      </wpg:grpSpPr>
                      <wps:wsp>
                        <wps:cNvPr id="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620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14452"/>
                            <a:ext cx="93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B4C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Reflux/</w:t>
                              </w:r>
                            </w:p>
                            <w:p w:rsidR="00D03B4C" w:rsidRPr="00B8442D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Incompetence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9" name="Group 63"/>
                      <wpg:cNvGrpSpPr>
                        <a:grpSpLocks/>
                      </wpg:cNvGrpSpPr>
                      <wpg:grpSpPr bwMode="auto">
                        <a:xfrm>
                          <a:off x="5606" y="14397"/>
                          <a:ext cx="1229" cy="377"/>
                          <a:chOff x="4916" y="14397"/>
                          <a:chExt cx="1229" cy="377"/>
                        </a:xfrm>
                      </wpg:grpSpPr>
                      <wps:wsp>
                        <wps:cNvPr id="1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ADE0F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4452"/>
                            <a:ext cx="74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B4C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Superficial</w:t>
                              </w:r>
                            </w:p>
                            <w:p w:rsidR="00D03B4C" w:rsidRPr="00B8442D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12" name="Group 64"/>
                      <wpg:cNvGrpSpPr>
                        <a:grpSpLocks/>
                      </wpg:cNvGrpSpPr>
                      <wpg:grpSpPr bwMode="auto">
                        <a:xfrm>
                          <a:off x="7102" y="14397"/>
                          <a:ext cx="984" cy="377"/>
                          <a:chOff x="6682" y="14397"/>
                          <a:chExt cx="984" cy="377"/>
                        </a:xfrm>
                      </wpg:grpSpPr>
                      <wps:wsp>
                        <wps:cNvPr id="1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82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679AD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14452"/>
                            <a:ext cx="50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B4C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Deep</w:t>
                              </w:r>
                            </w:p>
                            <w:p w:rsidR="00D03B4C" w:rsidRPr="00B8442D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sz w:val="14"/>
                                  <w:szCs w:val="14"/>
                                </w:rPr>
                                <w:t>veins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  <wpg:grpSp>
                      <wpg:cNvPr id="29" name="Group 65"/>
                      <wpg:cNvGrpSpPr>
                        <a:grpSpLocks/>
                      </wpg:cNvGrpSpPr>
                      <wpg:grpSpPr bwMode="auto">
                        <a:xfrm>
                          <a:off x="8216" y="14397"/>
                          <a:ext cx="1324" cy="377"/>
                          <a:chOff x="8216" y="14397"/>
                          <a:chExt cx="1324" cy="377"/>
                        </a:xfrm>
                      </wpg:grpSpPr>
                      <wps:wsp>
                        <wps:cNvPr id="3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216" y="14397"/>
                            <a:ext cx="369" cy="36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99" y="14452"/>
                            <a:ext cx="84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3B4C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Chronic</w:t>
                              </w:r>
                            </w:p>
                            <w:p w:rsidR="00D03B4C" w:rsidRPr="00B8442D" w:rsidRDefault="00D03B4C" w:rsidP="009D68B6">
                              <w:pPr>
                                <w:pStyle w:val="CUSTOMNormal"/>
                                <w:tabs>
                                  <w:tab w:val="left" w:pos="392"/>
                                </w:tabs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DVT scarring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6" o:spid="_x0000_s1031" style="position:absolute;margin-left:168.15pt;margin-top:723.55pt;width:283.5pt;height:18.85pt;z-index:-251657216;mso-position-horizontal-relative:page;mso-position-vertical-relative:page" coordorigin="3870,14397" coordsize="5670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">
              <v:group id="Group 62" o:spid="_x0000_s1032" style="position:absolute;left:3870;top:14397;width:1426;height:377" coordorigin="2620,14397" coordsize="142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59" o:spid="_x0000_s1033" style="position:absolute;left:2620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19sQA&#10;AADaAAAADwAAAGRycy9kb3ducmV2LnhtbESPQWvCQBSE7wX/w/KEXkQ3Wmhtmo2IVOihF43B6yP7&#10;mk3Nvo3ZVdN/3y0IPQ4z8w2TrQbbiiv1vnGsYD5LQBBXTjdcKzgU2+kShA/IGlvHpOCHPKzy0UOG&#10;qXY33tF1H2oRIexTVGBC6FIpfWXIop+5jjh6X663GKLsa6l7vEW4beUiSZ6lxYbjgsGONoaq0/5i&#10;FayL48Lb9+Fsym05eS0+J8XL90Wpx/GwfgMRaAj/4Xv7Qyt4gr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8dfbEAAAA2gAAAA8AAAAAAAAAAAAAAAAAmAIAAGRycy9k&#10;b3ducmV2LnhtbFBLBQYAAAAABAAEAPUAAACJAwAAAAA=&#10;" fillcolor="red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34" type="#_x0000_t202" style="position:absolute;left:3113;top:14452;width:933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rIsAA&#10;AADaAAAADwAAAGRycy9kb3ducmV2LnhtbERPXWvCMBR9F/Yfwh3sTdPJGNKZljGmiD6tjrHHS3Pb&#10;VJub0sRa/fXLQPDxcL6X+WhbMVDvG8cKnmcJCOLS6YZrBd/71XQBwgdkja1jUnAhD3n2MFliqt2Z&#10;v2goQi1iCPsUFZgQulRKXxqy6GeuI45c5XqLIcK+lrrHcwy3rZwnyau02HBsMNjRh6HyWJxsnPGz&#10;S+z6Wplfu8XKF2Y/rD8PSj09ju9vIAKN4S6+uTdawQv8X4l+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rrIsAAAADa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Reflux/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Incompetence</w:t>
                        </w:r>
                      </w:p>
                    </w:txbxContent>
                  </v:textbox>
                </v:shape>
              </v:group>
              <v:group id="Group 63" o:spid="_x0000_s1035" style="position:absolute;left:5606;top:14397;width:1229;height:377" coordorigin="4916,14397" coordsize="1229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50" o:spid="_x0000_s1036" style="position:absolute;left:49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8VsMA&#10;AADaAAAADwAAAGRycy9kb3ducmV2LnhtbESPT2vCQBTE7wW/w/KEXkrdaMGU1I2UYkFP8R/0+sg+&#10;k5Ds25BdY/Lt3YLgcZiZ3zCr9WAa0VPnKssK5rMIBHFudcWFgvPp9/0ThPPIGhvLpGAkB+t08rLC&#10;RNsbH6g/+kIECLsEFZTet4mULi/JoJvZljh4F9sZ9EF2hdQd3gLcNHIRRUtpsOKwUGJLPyXl9fFq&#10;FGQffVy/7bYbPeL87xQf5GJ/yZR6nQ7fXyA8Df4ZfrS3WkEM/1fCD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L8VsMAAADaAAAADwAAAAAAAAAAAAAAAACYAgAAZHJzL2Rv&#10;d25yZXYueG1sUEsFBgAAAAAEAAQA9QAAAIgDAAAAAA==&#10;" fillcolor="#ade0f9" strokeweight=".5pt"/>
                <v:shape id="Text Box 51" o:spid="_x0000_s1037" type="#_x0000_t202" style="position:absolute;left:5399;top:14452;width:74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J78A&#10;AADaAAAADwAAAGRycy9kb3ducmV2LnhtbERPTWvCQBC9F/wPywi91Y09lBJdpYiK6KlRpMchO8mm&#10;zc6G7DbG/vrOodDj430v16Nv1UB9bAIbmM8yUMRlsA3XBi7n3dMrqJiQLbaBycCdIqxXk4cl5jbc&#10;+J2GItVKQjjmaMCl1OVax9KRxzgLHbFwVeg9JoF9rW2PNwn3rX7OshftsWFpcNjRxlH5VXx7mXE9&#10;ZX7/U7kPf8QqFu487LefxjxOx7cFqERj+hf/uQ/WgGyVK+IH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+EnvwAAANoAAAAPAAAAAAAAAAAAAAAAAJgCAABkcnMvZG93bnJl&#10;di54bWxQSwUGAAAAAAQABAD1AAAAhAMAAAAA&#10;" filled="f" stroked="f" strokeweight=".5pt">
                  <v:textbox style="mso-fit-shape-to-text:t" inset="0,0,0,0">
                    <w:txbxContent>
                      <w:p w:rsidR="009D68B6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Superficial</w:t>
                        </w:r>
                      </w:p>
                      <w:p w:rsidR="009D68B6" w:rsidRPr="00B8442D" w:rsidRDefault="009D68B6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4" o:spid="_x0000_s1038" style="position:absolute;left:7102;top:14397;width:984;height:377" coordorigin="6682,14397" coordsize="98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Rectangle 53" o:spid="_x0000_s1039" style="position:absolute;left:6682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bJ8QA&#10;AADbAAAADwAAAGRycy9kb3ducmV2LnhtbESPQUsDMRCF70L/Q5iCN5vUQ5W1aRFLUQQR2x70NmzG&#10;ZOlmsiSxXf31zkHwNsN78943y/UYe3WiXLrEFuYzA4q4Ta5jb+Gw317dgioV2WGfmCx8U4H1anKx&#10;xMalM7/RaVe9khAuDVoItQ6N1qUNFLHM0kAs2mfKEaus2WuX8SzhsdfXxix0xI6lIeBAD4Ha4+4r&#10;WtiEvX/lx0X7Mb6/zP2zyebneGPt5XS8vwNVaaz/5r/rJyf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WyfEAAAA2wAAAA8AAAAAAAAAAAAAAAAAmAIAAGRycy9k&#10;b3ducmV2LnhtbFBLBQYAAAAABAAEAPUAAACJAwAAAAA=&#10;" fillcolor="#679ad1" strokeweight=".5pt"/>
                <v:shape id="Text Box 54" o:spid="_x0000_s1040" type="#_x0000_t202" style="position:absolute;left:7165;top:14452;width:50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jYcQA&#10;AADbAAAADwAAAGRycy9kb3ducmV2LnhtbESPQWvDMAyF74X9B6NBb62THcbI4oYytjLWU9MydhSx&#10;EmeN5RB7adpfXw8KvUm89z095cVkOzHS4FvHCtJlAoK4crrlRsFh/7F4AeEDssbOMSk4k4di9TDL&#10;MdPuxDsay9CIGMI+QwUmhD6T0leGLPql64mjVrvBYojr0Eg94CmG204+JcmztNhyvGCwpzdD1bH8&#10;s7HG9zaxm0ttfuwX1r40+3Hz/qvU/HFav4IINIW7+UZ/6sil8P9LH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I2H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Deep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</w:rPr>
                          <w:t>veins</w:t>
                        </w:r>
                        <w:proofErr w:type="gramEnd"/>
                      </w:p>
                    </w:txbxContent>
                  </v:textbox>
                </v:shape>
              </v:group>
              <v:group id="Group 65" o:spid="_x0000_s1041" style="position:absolute;left:8216;top:14397;width:1324;height:377" coordorigin="8216,14397" coordsize="132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angle 56" o:spid="_x0000_s1042" style="position:absolute;left:8216;top:14397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q3MIA&#10;AADbAAAADwAAAGRycy9kb3ducmV2LnhtbERPTWvCQBC9C/6HZYTedFMLomk2oQiB0pbaai+9Ddlp&#10;Es3Ohuwmxn/vFgRv83ifk2SjacRAnastK3hcRCCIC6trLhX8HPL5GoTzyBoby6TgQg6ydDpJMNb2&#10;zN807H0pQgi7GBVU3rexlK6oyKBb2JY4cH+2M+gD7EqpOzyHcNPIZRStpMGaQ0OFLW0rKk773ihw&#10;9hLlv7vPL9MfXWvluy7ePjZKPczGl2cQnkZ/F9/crzrMf4L/X8I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urcwgAAANsAAAAPAAAAAAAAAAAAAAAAAJgCAABkcnMvZG93&#10;bnJldi54bWxQSwUGAAAAAAQABAD1AAAAhwMAAAAA&#10;" fillcolor="yellow" strokeweight=".5pt"/>
                <v:shape id="Text Box 57" o:spid="_x0000_s1043" type="#_x0000_t202" style="position:absolute;left:8699;top:14452;width:84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A+cQA&#10;AADbAAAADwAAAGRycy9kb3ducmV2LnhtbESPQWvCQBCF70L/wzKF3nRTKUVSN6GUKqKnxlJ6HLKT&#10;bDQ7G7JrjP76bkHwNsN735s3y3y0rRio941jBc+zBARx6XTDtYLv/Wq6AOEDssbWMSm4kIc8e5gs&#10;MdXuzF80FKEWMYR9igpMCF0qpS8NWfQz1xFHrXK9xRDXvpa6x3MMt62cJ8mrtNhwvGCwow9D5bE4&#10;2VjjZ5fY9bUyv3aLlS/Mflh/HpR6ehzf30AEGsPdfKM3OnIv8P9LH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gP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9D68B6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Chronic</w:t>
                        </w:r>
                      </w:p>
                      <w:p w:rsidR="00034083" w:rsidRPr="00B8442D" w:rsidRDefault="00034083" w:rsidP="009D68B6">
                        <w:pPr>
                          <w:pStyle w:val="CUSTOMNormal"/>
                          <w:tabs>
                            <w:tab w:val="left" w:pos="392"/>
                          </w:tabs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DVT scarring</w:t>
                        </w:r>
                      </w:p>
                    </w:txbxContent>
                  </v:textbox>
                </v:shape>
              </v:group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4C" w:rsidRDefault="00D03B4C" w:rsidP="005748E3">
      <w:pPr>
        <w:spacing w:after="0" w:line="240" w:lineRule="auto"/>
      </w:pPr>
      <w:r>
        <w:separator/>
      </w:r>
    </w:p>
  </w:footnote>
  <w:footnote w:type="continuationSeparator" w:id="0">
    <w:p w:rsidR="00D03B4C" w:rsidRDefault="00D03B4C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B4C" w:rsidRDefault="00D03B4C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1312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9E93E4D" id="Group 84" o:spid="_x0000_s1026" style="position:absolute;margin-left:42.55pt;margin-top:45.95pt;width:510.6pt;height:80.1pt;z-index:-251655168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8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B4C" w:rsidRDefault="00D03B4C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K1rwIAAKs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tDJK1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B4C" w:rsidRDefault="00D03B4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36" behindDoc="1" locked="1" layoutInCell="0" allowOverlap="1">
          <wp:simplePos x="0" y="0"/>
          <wp:positionH relativeFrom="page">
            <wp:posOffset>1310640</wp:posOffset>
          </wp:positionH>
          <wp:positionV relativeFrom="page">
            <wp:posOffset>3743325</wp:posOffset>
          </wp:positionV>
          <wp:extent cx="4823460" cy="5309235"/>
          <wp:effectExtent l="0" t="0" r="0" b="5715"/>
          <wp:wrapNone/>
          <wp:docPr id="90" name="Picture 90" descr="1D VEINS OF THE LEG LEFT MEDIAL RIGHT MEDIAL BILATERAL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1D VEINS OF THE LEG LEFT MEDIAL RIGHT MEDIAL BILATERALAmend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10" b="1263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4823460" cy="5309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18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19" name="Pictur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3F1F500" id="Group 81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2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fVgXDAAAA2wAAAA8AAABkcnMvZG93bnJldi54bWxEj0+LwjAQxe/CfocwC3sRTfUg3WoUd3HB&#10;k+Af9jwmY1vaTEoTa/32RhC8zfDevN+bxaq3teio9aVjBZNxAoJYO1NyruB0/BulIHxANlg7JgV3&#10;8rBafgwWmBl34z11h5CLGMI+QwVFCE0mpdcFWfRj1xBH7eJaiyGubS5Ni7cYbms5TZKZtFhyJBTY&#10;0G9BujpcbYRc+JrWw+k5rU6bn91/qrddpZX6+uzXcxCB+vA2v663Jtb/hucvcQ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9WBcMAAADbAAAADwAAAAAAAAAAAAAAAACf&#10;AgAAZHJzL2Rvd25yZXYueG1sUEsFBgAAAAAEAAQA9wAAAI8DAAAAAA==&#10;">
                <v:imagedata r:id="rId4" o:title=""/>
              </v:shape>
              <v:shape id="Picture 83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nWmbAAAAA2wAAAA8AAABkcnMvZG93bnJldi54bWxET8uKwjAU3Qv+Q7jC7DRVRKRjLDOiMrgQ&#10;rc7+0tw+aHNTm6j1781iYJaH814lvWnEgzpXWVYwnUQgiDOrKy4UXC+78RKE88gaG8uk4EUOkvVw&#10;sMJY2yef6ZH6QoQQdjEqKL1vYyldVpJBN7EtceBy2xn0AXaF1B0+Q7hp5CyKFtJgxaGhxJY2JWV1&#10;ejcK8tsuP5zOHr/38zqd/26PJ1oelfoY9V+fIDz1/l/85/7RCmZhffgSfoBc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2daZsAAAADbAAAADwAAAAAAAAAAAAAAAACfAgAA&#10;ZHJzL2Rvd25yZXYueG1sUEsFBgAAAAAEAAQA9wAAAIw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0" allowOverlap="1">
              <wp:simplePos x="0" y="0"/>
              <wp:positionH relativeFrom="page">
                <wp:posOffset>5009515</wp:posOffset>
              </wp:positionH>
              <wp:positionV relativeFrom="page">
                <wp:posOffset>3398520</wp:posOffset>
              </wp:positionV>
              <wp:extent cx="1296035" cy="224155"/>
              <wp:effectExtent l="8890" t="7620" r="28575" b="2540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D03B4C" w:rsidRPr="005D0996" w:rsidRDefault="00D03B4C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Right leg: Posterior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394.45pt;margin-top:267.6pt;width:102.05pt;height:17.6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1817A5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Right</w:t>
                    </w:r>
                    <w:r w:rsidR="00424E73">
                      <w:rPr>
                        <w:sz w:val="18"/>
                        <w:szCs w:val="18"/>
                      </w:rPr>
                      <w:t xml:space="preserve"> leg: </w:t>
                    </w:r>
                    <w:r>
                      <w:rPr>
                        <w:sz w:val="18"/>
                        <w:szCs w:val="18"/>
                      </w:rPr>
                      <w:t>Posterior</w:t>
                    </w:r>
                    <w:r w:rsidR="00424E73">
                      <w:rPr>
                        <w:sz w:val="18"/>
                        <w:szCs w:val="18"/>
                      </w:rPr>
                      <w:t xml:space="preserve">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120" behindDoc="0" locked="1" layoutInCell="0" allowOverlap="1">
              <wp:simplePos x="0" y="0"/>
              <wp:positionH relativeFrom="page">
                <wp:posOffset>1226820</wp:posOffset>
              </wp:positionH>
              <wp:positionV relativeFrom="page">
                <wp:posOffset>3398520</wp:posOffset>
              </wp:positionV>
              <wp:extent cx="1354455" cy="224155"/>
              <wp:effectExtent l="7620" t="7620" r="28575" b="25400"/>
              <wp:wrapNone/>
              <wp:docPr id="16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24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C0C0C0"/>
                        </a:outerShdw>
                      </a:effectLst>
                    </wps:spPr>
                    <wps:txbx>
                      <w:txbxContent>
                        <w:p w:rsidR="00D03B4C" w:rsidRPr="005D0996" w:rsidRDefault="00D03B4C" w:rsidP="00424E73">
                          <w:pPr>
                            <w:pStyle w:val="CUSTOMNormal"/>
                            <w:tabs>
                              <w:tab w:val="left" w:pos="392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Right leg: Anterior view</w:t>
                          </w:r>
                        </w:p>
                      </w:txbxContent>
                    </wps:txbx>
                    <wps:bodyPr rot="0" vert="horz" wrap="square" lIns="36000" tIns="43200" rIns="36000" bIns="4320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1" o:spid="_x0000_s1029" type="#_x0000_t202" style="position:absolute;margin-left:96.6pt;margin-top:267.6pt;width:106.65pt;height:17.6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" o:allowincell="f" strokeweight=".5pt">
              <v:shadow on="t" color="silver"/>
              <v:textbox style="mso-fit-shape-to-text:t" inset="1mm,1.2mm,1mm,1.2mm">
                <w:txbxContent>
                  <w:p w:rsidR="00424E73" w:rsidRPr="005D0996" w:rsidRDefault="001817A5" w:rsidP="00424E73">
                    <w:pPr>
                      <w:pStyle w:val="CUSTOMNormal"/>
                      <w:tabs>
                        <w:tab w:val="left" w:pos="392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Right</w:t>
                    </w:r>
                    <w:r w:rsidR="00424E73">
                      <w:rPr>
                        <w:sz w:val="18"/>
                        <w:szCs w:val="18"/>
                      </w:rPr>
                      <w:t xml:space="preserve"> leg: </w:t>
                    </w:r>
                    <w:r>
                      <w:rPr>
                        <w:sz w:val="18"/>
                        <w:szCs w:val="18"/>
                      </w:rPr>
                      <w:t>Anterior</w:t>
                    </w:r>
                    <w:r w:rsidR="00424E73">
                      <w:rPr>
                        <w:sz w:val="18"/>
                        <w:szCs w:val="18"/>
                      </w:rPr>
                      <w:t xml:space="preserve"> view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B4C" w:rsidRDefault="00D03B4C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" o:spid="_x0000_s1030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ksQIAALE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DK72S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638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D"/>
    <w:rsid w:val="00002C57"/>
    <w:rsid w:val="0002322E"/>
    <w:rsid w:val="00030ECC"/>
    <w:rsid w:val="00033B0B"/>
    <w:rsid w:val="00034083"/>
    <w:rsid w:val="0006170F"/>
    <w:rsid w:val="00065D76"/>
    <w:rsid w:val="00075B57"/>
    <w:rsid w:val="000B0F09"/>
    <w:rsid w:val="000B1F8C"/>
    <w:rsid w:val="000C302A"/>
    <w:rsid w:val="000D03AD"/>
    <w:rsid w:val="000D12F2"/>
    <w:rsid w:val="000D14BB"/>
    <w:rsid w:val="000E0352"/>
    <w:rsid w:val="0014708E"/>
    <w:rsid w:val="00156E8E"/>
    <w:rsid w:val="001817A5"/>
    <w:rsid w:val="00186F8F"/>
    <w:rsid w:val="00191142"/>
    <w:rsid w:val="001A7AF4"/>
    <w:rsid w:val="001C2A3A"/>
    <w:rsid w:val="001C3912"/>
    <w:rsid w:val="00201C2C"/>
    <w:rsid w:val="00210977"/>
    <w:rsid w:val="0021414B"/>
    <w:rsid w:val="00226007"/>
    <w:rsid w:val="0022746F"/>
    <w:rsid w:val="00255B9E"/>
    <w:rsid w:val="002739C8"/>
    <w:rsid w:val="002867C0"/>
    <w:rsid w:val="002932DD"/>
    <w:rsid w:val="002C6A41"/>
    <w:rsid w:val="002D4419"/>
    <w:rsid w:val="002D5019"/>
    <w:rsid w:val="002D613D"/>
    <w:rsid w:val="002D7122"/>
    <w:rsid w:val="002E04BC"/>
    <w:rsid w:val="00303B1E"/>
    <w:rsid w:val="003234AA"/>
    <w:rsid w:val="00324212"/>
    <w:rsid w:val="00352F64"/>
    <w:rsid w:val="0036072E"/>
    <w:rsid w:val="00382C7D"/>
    <w:rsid w:val="003909B4"/>
    <w:rsid w:val="00394CF1"/>
    <w:rsid w:val="00397671"/>
    <w:rsid w:val="003A6622"/>
    <w:rsid w:val="003E5D91"/>
    <w:rsid w:val="00411FD4"/>
    <w:rsid w:val="00424E73"/>
    <w:rsid w:val="004520A0"/>
    <w:rsid w:val="00477D62"/>
    <w:rsid w:val="004A0C3D"/>
    <w:rsid w:val="004A3BCC"/>
    <w:rsid w:val="004C122B"/>
    <w:rsid w:val="004E0025"/>
    <w:rsid w:val="004E040A"/>
    <w:rsid w:val="004E3E95"/>
    <w:rsid w:val="004E7819"/>
    <w:rsid w:val="004F4E3F"/>
    <w:rsid w:val="005060EC"/>
    <w:rsid w:val="00525F48"/>
    <w:rsid w:val="00543410"/>
    <w:rsid w:val="00543DEF"/>
    <w:rsid w:val="005534C2"/>
    <w:rsid w:val="005606F1"/>
    <w:rsid w:val="00563E6E"/>
    <w:rsid w:val="00572506"/>
    <w:rsid w:val="005748E3"/>
    <w:rsid w:val="00591601"/>
    <w:rsid w:val="005947E5"/>
    <w:rsid w:val="00596D0F"/>
    <w:rsid w:val="005C197D"/>
    <w:rsid w:val="005C2500"/>
    <w:rsid w:val="005C2E16"/>
    <w:rsid w:val="005D4909"/>
    <w:rsid w:val="005E594C"/>
    <w:rsid w:val="005E6673"/>
    <w:rsid w:val="00624106"/>
    <w:rsid w:val="00632733"/>
    <w:rsid w:val="00644C5F"/>
    <w:rsid w:val="00661023"/>
    <w:rsid w:val="00672D0F"/>
    <w:rsid w:val="0067732A"/>
    <w:rsid w:val="006B2888"/>
    <w:rsid w:val="006D3CE8"/>
    <w:rsid w:val="006D6A31"/>
    <w:rsid w:val="00701D82"/>
    <w:rsid w:val="007102C1"/>
    <w:rsid w:val="007112FB"/>
    <w:rsid w:val="007C361C"/>
    <w:rsid w:val="00803E28"/>
    <w:rsid w:val="00804042"/>
    <w:rsid w:val="00811182"/>
    <w:rsid w:val="00813362"/>
    <w:rsid w:val="00854725"/>
    <w:rsid w:val="0087437F"/>
    <w:rsid w:val="00876A79"/>
    <w:rsid w:val="00880184"/>
    <w:rsid w:val="00893153"/>
    <w:rsid w:val="008A210D"/>
    <w:rsid w:val="008B3BF4"/>
    <w:rsid w:val="008B3C2A"/>
    <w:rsid w:val="008C3FE9"/>
    <w:rsid w:val="008C41A1"/>
    <w:rsid w:val="008C4F7F"/>
    <w:rsid w:val="008D7BD9"/>
    <w:rsid w:val="008E77CD"/>
    <w:rsid w:val="008F4C67"/>
    <w:rsid w:val="00907CF4"/>
    <w:rsid w:val="00923531"/>
    <w:rsid w:val="00924DE6"/>
    <w:rsid w:val="00924EB0"/>
    <w:rsid w:val="009350DF"/>
    <w:rsid w:val="00942505"/>
    <w:rsid w:val="00943CA7"/>
    <w:rsid w:val="009466CD"/>
    <w:rsid w:val="00961297"/>
    <w:rsid w:val="009A0ECB"/>
    <w:rsid w:val="009A3EEC"/>
    <w:rsid w:val="009B6581"/>
    <w:rsid w:val="009B724B"/>
    <w:rsid w:val="009C12E1"/>
    <w:rsid w:val="009D4370"/>
    <w:rsid w:val="009D68B6"/>
    <w:rsid w:val="009E0202"/>
    <w:rsid w:val="009F19EF"/>
    <w:rsid w:val="009F70D4"/>
    <w:rsid w:val="00A04256"/>
    <w:rsid w:val="00A078E6"/>
    <w:rsid w:val="00A217E2"/>
    <w:rsid w:val="00A43026"/>
    <w:rsid w:val="00A46516"/>
    <w:rsid w:val="00A62728"/>
    <w:rsid w:val="00A86856"/>
    <w:rsid w:val="00A90B05"/>
    <w:rsid w:val="00A90F95"/>
    <w:rsid w:val="00A9651D"/>
    <w:rsid w:val="00AA2AD4"/>
    <w:rsid w:val="00AA57D6"/>
    <w:rsid w:val="00AB09A7"/>
    <w:rsid w:val="00AB7058"/>
    <w:rsid w:val="00B03018"/>
    <w:rsid w:val="00B14AFB"/>
    <w:rsid w:val="00B35F22"/>
    <w:rsid w:val="00B415C1"/>
    <w:rsid w:val="00B734E8"/>
    <w:rsid w:val="00B73F68"/>
    <w:rsid w:val="00B87660"/>
    <w:rsid w:val="00BC5836"/>
    <w:rsid w:val="00C15B48"/>
    <w:rsid w:val="00C24FD1"/>
    <w:rsid w:val="00C36AA5"/>
    <w:rsid w:val="00C44E9D"/>
    <w:rsid w:val="00C64AE2"/>
    <w:rsid w:val="00C943BB"/>
    <w:rsid w:val="00CB3119"/>
    <w:rsid w:val="00D03B4C"/>
    <w:rsid w:val="00D065FF"/>
    <w:rsid w:val="00D35CC3"/>
    <w:rsid w:val="00D86277"/>
    <w:rsid w:val="00D94904"/>
    <w:rsid w:val="00DC01AB"/>
    <w:rsid w:val="00DC5770"/>
    <w:rsid w:val="00DD0B20"/>
    <w:rsid w:val="00DF1DE9"/>
    <w:rsid w:val="00E31D12"/>
    <w:rsid w:val="00E32912"/>
    <w:rsid w:val="00E339E8"/>
    <w:rsid w:val="00E4100D"/>
    <w:rsid w:val="00E463E3"/>
    <w:rsid w:val="00E6169F"/>
    <w:rsid w:val="00E73447"/>
    <w:rsid w:val="00EA5C7C"/>
    <w:rsid w:val="00ED45C7"/>
    <w:rsid w:val="00F028B5"/>
    <w:rsid w:val="00F02F77"/>
    <w:rsid w:val="00F071E8"/>
    <w:rsid w:val="00F16C76"/>
    <w:rsid w:val="00F3457B"/>
    <w:rsid w:val="00F3756B"/>
    <w:rsid w:val="00F61395"/>
    <w:rsid w:val="00F835DA"/>
    <w:rsid w:val="00F86C8B"/>
    <w:rsid w:val="00F959B6"/>
    <w:rsid w:val="00F97841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5E667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urefw0.UHL\AppData\Local\Microsoft\Windows\Temporary%20Internet%20Files\Content.IE5\A177G78J\Left%20Lower%20Limb%20Venous%20Insufficiency%20scan%20_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Venous Insufficiency scan _ Normal</Template>
  <TotalTime>19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Daniel.Sims</cp:lastModifiedBy>
  <cp:revision>5</cp:revision>
  <cp:lastPrinted>2019-08-30T09:11:00Z</cp:lastPrinted>
  <dcterms:created xsi:type="dcterms:W3CDTF">2019-08-29T14:59:00Z</dcterms:created>
  <dcterms:modified xsi:type="dcterms:W3CDTF">2019-08-30T09:11:00Z</dcterms:modified>
</cp:coreProperties>
</file>